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114" w:rsidRDefault="008E0114" w:rsidP="00291D67">
      <w:pPr>
        <w:ind w:left="-180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2.8pt;margin-top:-21pt;width:194.5pt;height:36pt;z-index:251632128" filled="f" stroked="f">
            <v:textbox style="mso-next-textbox:#_x0000_s1026">
              <w:txbxContent>
                <w:p w:rsidR="008E0114" w:rsidRPr="00776B5D" w:rsidRDefault="008E0114" w:rsidP="00EA033E">
                  <w:pPr>
                    <w:pStyle w:val="YourTitle"/>
                    <w:jc w:val="right"/>
                    <w:rPr>
                      <w:rFonts w:ascii="Times New Roman" w:hAnsi="Times New Roman"/>
                      <w:b/>
                      <w:color w:val="996633"/>
                      <w:sz w:val="24"/>
                      <w:szCs w:val="24"/>
                    </w:rPr>
                  </w:pPr>
                  <w:r w:rsidRPr="00776B5D">
                    <w:rPr>
                      <w:rFonts w:ascii="Times New Roman" w:hAnsi="Times New Roman"/>
                      <w:b/>
                      <w:color w:val="996633"/>
                      <w:sz w:val="24"/>
                      <w:szCs w:val="24"/>
                    </w:rPr>
                    <w:t>BY DIVINE APPOINTMENT</w:t>
                  </w:r>
                </w:p>
                <w:p w:rsidR="008E0114" w:rsidRPr="00C3179B" w:rsidRDefault="008E0114" w:rsidP="00EA033E">
                  <w:pPr>
                    <w:pStyle w:val="YourTitle"/>
                    <w:jc w:val="right"/>
                    <w:rPr>
                      <w:rFonts w:ascii="Times New Roman" w:hAnsi="Times New Roman"/>
                      <w:i/>
                      <w:color w:val="996633"/>
                      <w:sz w:val="18"/>
                      <w:szCs w:val="18"/>
                    </w:rPr>
                  </w:pPr>
                  <w:r w:rsidRPr="00C3179B">
                    <w:rPr>
                      <w:rFonts w:ascii="Times New Roman" w:hAnsi="Times New Roman"/>
                      <w:i/>
                      <w:color w:val="996633"/>
                      <w:sz w:val="18"/>
                      <w:szCs w:val="18"/>
                    </w:rPr>
                    <w:t>Biblical Healing, Counseling &amp; Prayer</w:t>
                  </w:r>
                </w:p>
                <w:p w:rsidR="008E0114" w:rsidRPr="00DA3B68" w:rsidRDefault="008E0114" w:rsidP="00EA033E">
                  <w:pPr>
                    <w:jc w:val="right"/>
                  </w:pPr>
                </w:p>
              </w:txbxContent>
            </v:textbox>
          </v:shape>
        </w:pict>
      </w:r>
      <w:r>
        <w:rPr>
          <w:noProof/>
        </w:rPr>
        <w:pict>
          <v:oval id="_x0000_s1027" style="position:absolute;left:0;text-align:left;margin-left:228.6pt;margin-top:-18pt;width:57.9pt;height:78.5pt;z-index:-251645440" fillcolor="#c2d69b" strokecolor="#76923c" strokeweight="4.5pt">
            <v:stroke linestyle="thinThick"/>
          </v:oval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33.6pt;margin-top:-18pt;width:52.9pt;height:78.5pt;z-index:-251636224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">
            <v:imagedata r:id="rId5" o:title=""/>
            <o:lock v:ext="edit" aspectratio="f"/>
          </v:shape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left:0;text-align:left;margin-left:230.55pt;margin-top:-11.3pt;width:43.45pt;height:62.4pt;z-index:251658752" fillcolor="#76923c" strokecolor="#4e6128">
            <v:shadow color="#868686"/>
            <v:textpath style="font-family:&quot;Castellar&quot;;v-text-kern:t" trim="t" fitpath="t" string="B&#10;   D&#10; A"/>
          </v:shape>
        </w:pict>
      </w:r>
      <w:r>
        <w:rPr>
          <w:noProof/>
        </w:rPr>
        <w:pict>
          <v:oval id="_x0000_s1030" style="position:absolute;left:0;text-align:left;margin-left:-27pt;margin-top:-21pt;width:63.5pt;height:91pt;z-index:-251647488" fillcolor="#c2d69b" strokecolor="#76923c" strokeweight="4.5pt">
            <v:stroke linestyle="thinThick"/>
          </v:oval>
        </w:pict>
      </w:r>
      <w:r>
        <w:rPr>
          <w:noProof/>
        </w:rPr>
        <w:pict>
          <v:shape id="_x0000_s1031" type="#_x0000_t136" style="position:absolute;left:0;text-align:left;margin-left:-21.95pt;margin-top:-7.8pt;width:43.45pt;height:62.4pt;z-index:251657728" fillcolor="#76923c" strokecolor="#4e6128">
            <v:shadow color="#868686"/>
            <v:textpath style="font-family:&quot;Castellar&quot;;v-text-kern:t" trim="t" fitpath="t" string="B&#10;   D&#10; A"/>
          </v:shape>
        </w:pict>
      </w:r>
      <w:r>
        <w:rPr>
          <w:noProof/>
        </w:rPr>
        <w:pict>
          <v:shape id="Picture 1" o:spid="_x0000_s1032" type="#_x0000_t75" style="position:absolute;left:0;text-align:left;margin-left:-27pt;margin-top:-18pt;width:62pt;height:88pt;z-index:-251646464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">
            <v:imagedata r:id="rId5" o:title=""/>
            <o:lock v:ext="edit" aspectratio="f"/>
          </v:shape>
        </w:pict>
      </w:r>
      <w:r>
        <w:rPr>
          <w:noProof/>
        </w:rPr>
        <w:pict>
          <v:shape id="_x0000_s1033" type="#_x0000_t202" style="position:absolute;left:0;text-align:left;margin-left:1.55pt;margin-top:-26.8pt;width:198pt;height:36pt;z-index:251629056" filled="f" stroked="f">
            <v:textbox style="mso-next-textbox:#_x0000_s1033">
              <w:txbxContent>
                <w:p w:rsidR="008E0114" w:rsidRPr="00EA033E" w:rsidRDefault="008E0114" w:rsidP="00425F4F">
                  <w:pPr>
                    <w:pStyle w:val="YourTitle"/>
                    <w:jc w:val="right"/>
                    <w:rPr>
                      <w:rFonts w:ascii="Times New Roman" w:hAnsi="Times New Roman"/>
                      <w:b/>
                      <w:color w:val="996633"/>
                      <w:sz w:val="24"/>
                      <w:szCs w:val="24"/>
                    </w:rPr>
                  </w:pPr>
                  <w:r w:rsidRPr="00EA033E">
                    <w:rPr>
                      <w:rFonts w:ascii="Times New Roman" w:hAnsi="Times New Roman"/>
                      <w:b/>
                      <w:color w:val="996633"/>
                      <w:sz w:val="24"/>
                      <w:szCs w:val="24"/>
                    </w:rPr>
                    <w:t>BY DIVINE APPOINTMENT</w:t>
                  </w:r>
                </w:p>
                <w:p w:rsidR="008E0114" w:rsidRPr="00563602" w:rsidRDefault="008E0114" w:rsidP="00425F4F">
                  <w:pPr>
                    <w:pStyle w:val="YourTitle"/>
                    <w:jc w:val="right"/>
                    <w:rPr>
                      <w:rFonts w:ascii="Times New Roman" w:hAnsi="Times New Roman"/>
                      <w:i/>
                      <w:color w:val="996633"/>
                      <w:sz w:val="18"/>
                      <w:szCs w:val="18"/>
                    </w:rPr>
                  </w:pPr>
                  <w:r w:rsidRPr="00563602">
                    <w:rPr>
                      <w:rFonts w:ascii="Times New Roman" w:hAnsi="Times New Roman"/>
                      <w:i/>
                      <w:color w:val="996633"/>
                      <w:sz w:val="18"/>
                      <w:szCs w:val="18"/>
                    </w:rPr>
                    <w:t>Biblical Healing, Counseling &amp; Prayer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57pt;margin-top:3.5pt;width:137.05pt;height:27.9pt;z-index:251627008" filled="f" stroked="f">
            <v:textbox style="mso-next-textbox:#_x0000_s1034">
              <w:txbxContent>
                <w:p w:rsidR="008E0114" w:rsidRPr="00D36EEF" w:rsidRDefault="008E0114" w:rsidP="00DA3B68">
                  <w:pPr>
                    <w:pStyle w:val="BodyText2"/>
                    <w:spacing w:line="200" w:lineRule="exact"/>
                    <w:ind w:right="-110"/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</w:pPr>
                  <w:r w:rsidRPr="00D36EEF"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  <w:t>Macaria Carrie Lawrence</w:t>
                  </w:r>
                </w:p>
                <w:p w:rsidR="008E0114" w:rsidRPr="00D36EEF" w:rsidRDefault="008E0114" w:rsidP="00DA3B68">
                  <w:pPr>
                    <w:pStyle w:val="BodyText2"/>
                    <w:spacing w:line="200" w:lineRule="exact"/>
                    <w:ind w:right="-110"/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</w:pPr>
                  <w:r w:rsidRPr="00D36EEF"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  <w:t>Director</w:t>
                  </w:r>
                </w:p>
              </w:txbxContent>
            </v:textbox>
          </v:shape>
        </w:pict>
      </w:r>
    </w:p>
    <w:p w:rsidR="008E0114" w:rsidRDefault="008E0114" w:rsidP="00291D67">
      <w:pPr>
        <w:ind w:left="-1800"/>
      </w:pPr>
      <w:r>
        <w:rPr>
          <w:noProof/>
        </w:rPr>
        <w:pict>
          <v:shape id="_x0000_s1035" type="#_x0000_t202" style="position:absolute;left:0;text-align:left;margin-left:332pt;margin-top:1.2pt;width:122.5pt;height:28.5pt;z-index:251630080" filled="f" stroked="f">
            <v:textbox style="mso-next-textbox:#_x0000_s1035">
              <w:txbxContent>
                <w:p w:rsidR="008E0114" w:rsidRPr="00D36EEF" w:rsidRDefault="008E0114" w:rsidP="00F168AD">
                  <w:pPr>
                    <w:pStyle w:val="BodyText2"/>
                    <w:spacing w:line="200" w:lineRule="exact"/>
                    <w:ind w:right="-110"/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</w:pPr>
                  <w:r w:rsidRPr="00D36EEF"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  <w:t>Macaria Carrie Lawrence</w:t>
                  </w:r>
                </w:p>
                <w:p w:rsidR="008E0114" w:rsidRPr="00D36EEF" w:rsidRDefault="008E0114" w:rsidP="00F168AD">
                  <w:pPr>
                    <w:pStyle w:val="BodyText2"/>
                    <w:spacing w:line="200" w:lineRule="exact"/>
                    <w:ind w:right="-110"/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</w:pPr>
                  <w:r w:rsidRPr="00D36EEF"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  <w:t>Director</w:t>
                  </w:r>
                </w:p>
                <w:p w:rsidR="008E0114" w:rsidRPr="00F168AD" w:rsidRDefault="008E0114" w:rsidP="00F168AD"/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256.5pt;margin-top:31.4pt;width:198pt;height:44.5pt;z-index:251631104" filled="f" stroked="f">
            <v:textbox style="mso-next-textbox:#_x0000_s1036">
              <w:txbxContent>
                <w:p w:rsidR="008E0114" w:rsidRPr="00776B5D" w:rsidRDefault="008E0114" w:rsidP="00776B5D">
                  <w:pPr>
                    <w:pStyle w:val="Address01"/>
                    <w:jc w:val="right"/>
                    <w:rPr>
                      <w:color w:val="996633"/>
                    </w:rPr>
                  </w:pPr>
                  <w:r w:rsidRPr="00776B5D">
                    <w:rPr>
                      <w:color w:val="996633"/>
                    </w:rPr>
                    <w:t>4411 N. Cedar Ave. Ste. 102</w:t>
                  </w:r>
                </w:p>
                <w:p w:rsidR="008E0114" w:rsidRPr="00776B5D" w:rsidRDefault="008E0114" w:rsidP="00776B5D">
                  <w:pPr>
                    <w:pStyle w:val="Address01"/>
                    <w:jc w:val="right"/>
                    <w:rPr>
                      <w:color w:val="996633"/>
                    </w:rPr>
                  </w:pPr>
                  <w:r w:rsidRPr="00776B5D">
                    <w:rPr>
                      <w:color w:val="996633"/>
                    </w:rPr>
                    <w:t>Fresno, CA 93726</w:t>
                  </w:r>
                </w:p>
                <w:p w:rsidR="008E0114" w:rsidRPr="00776B5D" w:rsidRDefault="008E0114" w:rsidP="00776B5D">
                  <w:pPr>
                    <w:pStyle w:val="Address01"/>
                    <w:jc w:val="right"/>
                    <w:rPr>
                      <w:b/>
                      <w:color w:val="996633"/>
                    </w:rPr>
                  </w:pPr>
                  <w:r w:rsidRPr="00776B5D">
                    <w:rPr>
                      <w:b/>
                      <w:color w:val="996633"/>
                    </w:rPr>
                    <w:t>Office</w:t>
                  </w:r>
                  <w:r>
                    <w:rPr>
                      <w:b/>
                      <w:color w:val="996633"/>
                    </w:rPr>
                    <w:t>:</w:t>
                  </w:r>
                  <w:r w:rsidRPr="00776B5D">
                    <w:rPr>
                      <w:b/>
                      <w:color w:val="996633"/>
                    </w:rPr>
                    <w:t xml:space="preserve">  559-222-3410   •   Fax</w:t>
                  </w:r>
                  <w:r>
                    <w:rPr>
                      <w:b/>
                      <w:color w:val="996633"/>
                    </w:rPr>
                    <w:t>:</w:t>
                  </w:r>
                  <w:r w:rsidRPr="00776B5D">
                    <w:rPr>
                      <w:b/>
                      <w:color w:val="996633"/>
                    </w:rPr>
                    <w:t xml:space="preserve">  559-222-3473</w:t>
                  </w:r>
                </w:p>
                <w:p w:rsidR="008E0114" w:rsidRPr="00776B5D" w:rsidRDefault="008E0114" w:rsidP="00776B5D">
                  <w:pPr>
                    <w:pStyle w:val="Address01"/>
                    <w:jc w:val="right"/>
                    <w:rPr>
                      <w:color w:val="996633"/>
                    </w:rPr>
                  </w:pPr>
                  <w:r>
                    <w:rPr>
                      <w:color w:val="996633"/>
                    </w:rPr>
                    <w:t xml:space="preserve">Email: </w:t>
                  </w:r>
                  <w:r w:rsidRPr="00776B5D">
                    <w:rPr>
                      <w:color w:val="996633"/>
                    </w:rPr>
                    <w:t>divineappt4him@yahoo.com</w:t>
                  </w:r>
                </w:p>
                <w:p w:rsidR="008E0114" w:rsidRPr="00291D67" w:rsidRDefault="008E0114" w:rsidP="00DA3B68">
                  <w:pPr>
                    <w:pStyle w:val="Address01"/>
                  </w:pPr>
                </w:p>
                <w:p w:rsidR="008E0114" w:rsidRPr="00D82A34" w:rsidRDefault="008E0114" w:rsidP="00291D67">
                  <w:pPr>
                    <w:pStyle w:val="BodyText2"/>
                    <w:spacing w:line="175" w:lineRule="exact"/>
                    <w:ind w:left="720" w:hanging="720"/>
                    <w:jc w:val="left"/>
                    <w:rPr>
                      <w:color w:val="2F3F2C"/>
                      <w:sz w:val="16"/>
                    </w:rPr>
                  </w:pPr>
                </w:p>
                <w:p w:rsidR="008E0114" w:rsidRPr="00D82A34" w:rsidRDefault="008E0114" w:rsidP="00291D67">
                  <w:pPr>
                    <w:pStyle w:val="BodyText2"/>
                    <w:spacing w:line="175" w:lineRule="exact"/>
                    <w:ind w:left="720" w:hanging="720"/>
                    <w:jc w:val="left"/>
                    <w:rPr>
                      <w:color w:val="2F3F2C"/>
                      <w:sz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256.45pt;margin-top:177.3pt;width:198pt;height:51.3pt;z-index:251637248" filled="f" stroked="f">
            <v:textbox style="mso-next-textbox:#_x0000_s1037">
              <w:txbxContent>
                <w:p w:rsidR="008E0114" w:rsidRPr="00C3179B" w:rsidRDefault="008E0114" w:rsidP="00C3179B">
                  <w:pPr>
                    <w:pStyle w:val="Address01"/>
                    <w:jc w:val="right"/>
                    <w:rPr>
                      <w:color w:val="996633"/>
                    </w:rPr>
                  </w:pPr>
                  <w:r w:rsidRPr="00C3179B">
                    <w:rPr>
                      <w:color w:val="996633"/>
                    </w:rPr>
                    <w:t>4411 N. Cedar Ave. Ste. 102</w:t>
                  </w:r>
                </w:p>
                <w:p w:rsidR="008E0114" w:rsidRPr="00C3179B" w:rsidRDefault="008E0114" w:rsidP="00C3179B">
                  <w:pPr>
                    <w:pStyle w:val="Address01"/>
                    <w:jc w:val="right"/>
                    <w:rPr>
                      <w:color w:val="996633"/>
                    </w:rPr>
                  </w:pPr>
                  <w:r w:rsidRPr="00C3179B">
                    <w:rPr>
                      <w:color w:val="996633"/>
                    </w:rPr>
                    <w:t>Fresno, CA 93726</w:t>
                  </w:r>
                </w:p>
                <w:p w:rsidR="008E0114" w:rsidRPr="00C3179B" w:rsidRDefault="008E0114" w:rsidP="00C3179B">
                  <w:pPr>
                    <w:pStyle w:val="Address01"/>
                    <w:jc w:val="right"/>
                    <w:rPr>
                      <w:b/>
                      <w:color w:val="996633"/>
                    </w:rPr>
                  </w:pPr>
                  <w:r w:rsidRPr="00C3179B">
                    <w:rPr>
                      <w:b/>
                      <w:color w:val="996633"/>
                    </w:rPr>
                    <w:t>Office:  559-222-3410   •   Fax:  559-222-3473</w:t>
                  </w:r>
                </w:p>
                <w:p w:rsidR="008E0114" w:rsidRPr="00C3179B" w:rsidRDefault="008E0114" w:rsidP="00C3179B">
                  <w:pPr>
                    <w:pStyle w:val="Address01"/>
                    <w:jc w:val="right"/>
                    <w:rPr>
                      <w:color w:val="996633"/>
                    </w:rPr>
                  </w:pPr>
                  <w:r>
                    <w:rPr>
                      <w:color w:val="996633"/>
                    </w:rPr>
                    <w:t xml:space="preserve">Email: </w:t>
                  </w:r>
                  <w:r w:rsidRPr="00C3179B">
                    <w:rPr>
                      <w:color w:val="996633"/>
                    </w:rPr>
                    <w:t>divineappt4him@yahoo.com</w:t>
                  </w:r>
                </w:p>
                <w:p w:rsidR="008E0114" w:rsidRPr="00C3179B" w:rsidRDefault="008E0114" w:rsidP="00DA3B68">
                  <w:pPr>
                    <w:pStyle w:val="Address01"/>
                    <w:rPr>
                      <w:color w:val="996633"/>
                    </w:rPr>
                  </w:pPr>
                </w:p>
                <w:p w:rsidR="008E0114" w:rsidRPr="00C3179B" w:rsidRDefault="008E0114" w:rsidP="00291D67">
                  <w:pPr>
                    <w:pStyle w:val="Address01"/>
                    <w:rPr>
                      <w:color w:val="996633"/>
                    </w:rPr>
                  </w:pPr>
                </w:p>
                <w:p w:rsidR="008E0114" w:rsidRPr="00C3179B" w:rsidRDefault="008E0114" w:rsidP="00291D67">
                  <w:pPr>
                    <w:pStyle w:val="Address01"/>
                    <w:rPr>
                      <w:color w:val="996633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331.45pt;margin-top:146.9pt;width:123pt;height:29.3pt;z-index:251636224" filled="f" stroked="f">
            <v:textbox style="mso-next-textbox:#_x0000_s1038">
              <w:txbxContent>
                <w:p w:rsidR="008E0114" w:rsidRPr="00D36EEF" w:rsidRDefault="008E0114" w:rsidP="00F168AD">
                  <w:pPr>
                    <w:pStyle w:val="BodyText2"/>
                    <w:spacing w:line="200" w:lineRule="exact"/>
                    <w:ind w:right="-110"/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</w:pPr>
                  <w:r w:rsidRPr="00D36EEF"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  <w:t>Macaria Carrie Lawrence</w:t>
                  </w:r>
                </w:p>
                <w:p w:rsidR="008E0114" w:rsidRPr="00D36EEF" w:rsidRDefault="008E0114" w:rsidP="00F168AD">
                  <w:pPr>
                    <w:pStyle w:val="BodyText2"/>
                    <w:spacing w:line="200" w:lineRule="exact"/>
                    <w:ind w:right="-110"/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</w:pPr>
                  <w:r w:rsidRPr="00D36EEF"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  <w:t>Director</w:t>
                  </w:r>
                </w:p>
                <w:p w:rsidR="008E0114" w:rsidRPr="00F168AD" w:rsidRDefault="008E0114" w:rsidP="00F168AD"/>
              </w:txbxContent>
            </v:textbox>
          </v:shape>
        </w:pict>
      </w:r>
      <w:r>
        <w:rPr>
          <w:noProof/>
        </w:rPr>
        <w:pict>
          <v:shape id="_x0000_s1039" type="#_x0000_t202" style="position:absolute;left:0;text-align:left;margin-left:252.05pt;margin-top:320.7pt;width:198pt;height:43.7pt;z-index:251643392" filled="f" stroked="f">
            <v:textbox style="mso-next-textbox:#_x0000_s1039">
              <w:txbxContent>
                <w:p w:rsidR="008E0114" w:rsidRPr="00247245" w:rsidRDefault="008E0114" w:rsidP="00247245">
                  <w:pPr>
                    <w:pStyle w:val="Address01"/>
                    <w:jc w:val="right"/>
                    <w:rPr>
                      <w:color w:val="996633"/>
                    </w:rPr>
                  </w:pPr>
                  <w:r w:rsidRPr="00247245">
                    <w:rPr>
                      <w:color w:val="996633"/>
                    </w:rPr>
                    <w:t>4411 N. Cedar Ave. Ste. 102</w:t>
                  </w:r>
                </w:p>
                <w:p w:rsidR="008E0114" w:rsidRPr="00247245" w:rsidRDefault="008E0114" w:rsidP="00247245">
                  <w:pPr>
                    <w:pStyle w:val="Address01"/>
                    <w:jc w:val="right"/>
                    <w:rPr>
                      <w:color w:val="996633"/>
                    </w:rPr>
                  </w:pPr>
                  <w:r w:rsidRPr="00247245">
                    <w:rPr>
                      <w:color w:val="996633"/>
                    </w:rPr>
                    <w:t>Fresno, CA 93726</w:t>
                  </w:r>
                </w:p>
                <w:p w:rsidR="008E0114" w:rsidRPr="00E959FA" w:rsidRDefault="008E0114" w:rsidP="00247245">
                  <w:pPr>
                    <w:pStyle w:val="Address01"/>
                    <w:jc w:val="right"/>
                    <w:rPr>
                      <w:b/>
                      <w:color w:val="996633"/>
                    </w:rPr>
                  </w:pPr>
                  <w:r w:rsidRPr="00E959FA">
                    <w:rPr>
                      <w:b/>
                      <w:color w:val="996633"/>
                    </w:rPr>
                    <w:t>Office</w:t>
                  </w:r>
                  <w:r>
                    <w:rPr>
                      <w:b/>
                      <w:color w:val="996633"/>
                    </w:rPr>
                    <w:t>:</w:t>
                  </w:r>
                  <w:r w:rsidRPr="00E959FA">
                    <w:rPr>
                      <w:b/>
                      <w:color w:val="996633"/>
                    </w:rPr>
                    <w:t xml:space="preserve">  559-222-3410   •   Fax</w:t>
                  </w:r>
                  <w:r>
                    <w:rPr>
                      <w:b/>
                      <w:color w:val="996633"/>
                    </w:rPr>
                    <w:t>:</w:t>
                  </w:r>
                  <w:r w:rsidRPr="00E959FA">
                    <w:rPr>
                      <w:b/>
                      <w:color w:val="996633"/>
                    </w:rPr>
                    <w:t xml:space="preserve">  559-222-3473</w:t>
                  </w:r>
                </w:p>
                <w:p w:rsidR="008E0114" w:rsidRPr="00247245" w:rsidRDefault="008E0114" w:rsidP="00247245">
                  <w:pPr>
                    <w:pStyle w:val="Address01"/>
                    <w:jc w:val="right"/>
                    <w:rPr>
                      <w:color w:val="996633"/>
                    </w:rPr>
                  </w:pPr>
                  <w:r>
                    <w:rPr>
                      <w:color w:val="996633"/>
                    </w:rPr>
                    <w:t xml:space="preserve">Email: </w:t>
                  </w:r>
                  <w:r w:rsidRPr="00247245">
                    <w:rPr>
                      <w:color w:val="996633"/>
                    </w:rPr>
                    <w:t>divineappt4him@yahoo.com</w:t>
                  </w:r>
                </w:p>
                <w:p w:rsidR="008E0114" w:rsidRPr="00291D67" w:rsidRDefault="008E0114" w:rsidP="00DA3B68">
                  <w:pPr>
                    <w:pStyle w:val="Address01"/>
                  </w:pPr>
                </w:p>
                <w:p w:rsidR="008E0114" w:rsidRPr="00D82A34" w:rsidRDefault="008E0114" w:rsidP="00291D67">
                  <w:pPr>
                    <w:pStyle w:val="Address01"/>
                  </w:pPr>
                </w:p>
                <w:p w:rsidR="008E0114" w:rsidRPr="00D82A34" w:rsidRDefault="008E0114" w:rsidP="00291D67">
                  <w:pPr>
                    <w:pStyle w:val="Address01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left:0;text-align:left;margin-left:248.1pt;margin-top:459.7pt;width:198pt;height:52.1pt;z-index:251649536" filled="f" stroked="f">
            <v:textbox style="mso-next-textbox:#_x0000_s1040">
              <w:txbxContent>
                <w:p w:rsidR="008E0114" w:rsidRPr="00E959FA" w:rsidRDefault="008E0114" w:rsidP="00E959FA">
                  <w:pPr>
                    <w:pStyle w:val="Address01"/>
                    <w:jc w:val="right"/>
                    <w:rPr>
                      <w:rFonts w:ascii="Times New Roman" w:hAnsi="Times New Roman"/>
                      <w:b/>
                      <w:color w:val="996633"/>
                    </w:rPr>
                  </w:pPr>
                  <w:r w:rsidRPr="00E959FA">
                    <w:rPr>
                      <w:rFonts w:ascii="Times New Roman" w:hAnsi="Times New Roman"/>
                      <w:color w:val="996633"/>
                    </w:rPr>
                    <w:t>4411 N. Cedar Ave. Ste. 102</w:t>
                  </w:r>
                </w:p>
                <w:p w:rsidR="008E0114" w:rsidRPr="00E959FA" w:rsidRDefault="008E0114" w:rsidP="00E959FA">
                  <w:pPr>
                    <w:pStyle w:val="Address01"/>
                    <w:jc w:val="right"/>
                    <w:rPr>
                      <w:rFonts w:ascii="Times New Roman" w:hAnsi="Times New Roman"/>
                      <w:color w:val="996633"/>
                    </w:rPr>
                  </w:pPr>
                  <w:r w:rsidRPr="00E959FA">
                    <w:rPr>
                      <w:rFonts w:ascii="Times New Roman" w:hAnsi="Times New Roman"/>
                      <w:color w:val="996633"/>
                    </w:rPr>
                    <w:t>Fresno, CA 93726</w:t>
                  </w:r>
                </w:p>
                <w:p w:rsidR="008E0114" w:rsidRPr="00E959FA" w:rsidRDefault="008E0114" w:rsidP="00E959FA">
                  <w:pPr>
                    <w:pStyle w:val="Address01"/>
                    <w:jc w:val="right"/>
                    <w:rPr>
                      <w:rFonts w:ascii="Times New Roman" w:hAnsi="Times New Roman"/>
                      <w:b/>
                      <w:color w:val="996633"/>
                    </w:rPr>
                  </w:pPr>
                  <w:r w:rsidRPr="00E959FA">
                    <w:rPr>
                      <w:rFonts w:ascii="Times New Roman" w:hAnsi="Times New Roman"/>
                      <w:b/>
                      <w:color w:val="996633"/>
                    </w:rPr>
                    <w:t>Office</w:t>
                  </w:r>
                  <w:r>
                    <w:rPr>
                      <w:rFonts w:ascii="Times New Roman" w:hAnsi="Times New Roman"/>
                      <w:b/>
                      <w:color w:val="996633"/>
                    </w:rPr>
                    <w:t>:</w:t>
                  </w:r>
                  <w:r w:rsidRPr="00E959FA">
                    <w:rPr>
                      <w:rFonts w:ascii="Times New Roman" w:hAnsi="Times New Roman"/>
                      <w:b/>
                      <w:color w:val="996633"/>
                    </w:rPr>
                    <w:t xml:space="preserve">  559-222-3410   •   Fax</w:t>
                  </w:r>
                  <w:r>
                    <w:rPr>
                      <w:rFonts w:ascii="Times New Roman" w:hAnsi="Times New Roman"/>
                      <w:b/>
                      <w:color w:val="996633"/>
                    </w:rPr>
                    <w:t>:</w:t>
                  </w:r>
                  <w:r w:rsidRPr="00E959FA">
                    <w:rPr>
                      <w:rFonts w:ascii="Times New Roman" w:hAnsi="Times New Roman"/>
                      <w:b/>
                      <w:color w:val="996633"/>
                    </w:rPr>
                    <w:t xml:space="preserve">  559-222-3473</w:t>
                  </w:r>
                </w:p>
                <w:p w:rsidR="008E0114" w:rsidRPr="00E959FA" w:rsidRDefault="008E0114" w:rsidP="00E959FA">
                  <w:pPr>
                    <w:pStyle w:val="Address01"/>
                    <w:jc w:val="right"/>
                    <w:rPr>
                      <w:rFonts w:ascii="Times New Roman" w:hAnsi="Times New Roman"/>
                      <w:color w:val="996633"/>
                    </w:rPr>
                  </w:pPr>
                  <w:r>
                    <w:rPr>
                      <w:rFonts w:ascii="Times New Roman" w:hAnsi="Times New Roman"/>
                      <w:color w:val="996633"/>
                    </w:rPr>
                    <w:t xml:space="preserve">Email: </w:t>
                  </w:r>
                  <w:r w:rsidRPr="00E959FA">
                    <w:rPr>
                      <w:rFonts w:ascii="Times New Roman" w:hAnsi="Times New Roman"/>
                      <w:color w:val="996633"/>
                    </w:rPr>
                    <w:t>divineappt4him@yahoo.com</w:t>
                  </w:r>
                </w:p>
                <w:p w:rsidR="008E0114" w:rsidRPr="00291D67" w:rsidRDefault="008E0114" w:rsidP="00DA3B68">
                  <w:pPr>
                    <w:pStyle w:val="Address01"/>
                  </w:pPr>
                </w:p>
                <w:p w:rsidR="008E0114" w:rsidRPr="00D82A34" w:rsidRDefault="008E0114" w:rsidP="00291D67">
                  <w:pPr>
                    <w:pStyle w:val="BodyText2"/>
                    <w:spacing w:line="175" w:lineRule="exact"/>
                    <w:ind w:left="720" w:hanging="720"/>
                    <w:jc w:val="left"/>
                    <w:rPr>
                      <w:color w:val="2F3F2C"/>
                      <w:sz w:val="16"/>
                    </w:rPr>
                  </w:pPr>
                </w:p>
                <w:p w:rsidR="008E0114" w:rsidRPr="00D82A34" w:rsidRDefault="008E0114" w:rsidP="00291D67">
                  <w:pPr>
                    <w:pStyle w:val="BodyText2"/>
                    <w:spacing w:line="175" w:lineRule="exact"/>
                    <w:ind w:left="720" w:hanging="720"/>
                    <w:jc w:val="left"/>
                    <w:rPr>
                      <w:color w:val="2F3F2C"/>
                      <w:sz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oval id="_x0000_s1041" style="position:absolute;left:0;text-align:left;margin-left:226.9pt;margin-top:552.4pt;width:62.6pt;height:88pt;z-index:-251638272" fillcolor="#c2d69b" strokecolor="#76923c" strokeweight="4.5pt">
            <v:stroke linestyle="thinThick"/>
          </v:oval>
        </w:pict>
      </w:r>
      <w:r>
        <w:rPr>
          <w:noProof/>
        </w:rPr>
        <w:pict>
          <v:shape id="_x0000_s1042" type="#_x0000_t75" style="position:absolute;left:0;text-align:left;margin-left:229.5pt;margin-top:556.7pt;width:57pt;height:83.7pt;z-index:-251628032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">
            <v:imagedata r:id="rId5" o:title=""/>
            <o:lock v:ext="edit" aspectratio="f"/>
          </v:shape>
        </w:pict>
      </w:r>
      <w:r>
        <w:rPr>
          <w:noProof/>
        </w:rPr>
        <w:pict>
          <v:shape id="_x0000_s1043" type="#_x0000_t136" style="position:absolute;left:0;text-align:left;margin-left:230.55pt;margin-top:565.3pt;width:43.45pt;height:62.4pt;z-index:251665920" fillcolor="#76923c" strokecolor="#4e6128">
            <v:shadow color="#868686"/>
            <v:textpath style="font-family:&quot;Castellar&quot;;v-text-kern:t" trim="t" fitpath="t" string="B&#10;   D&#10; A"/>
          </v:shape>
        </w:pict>
      </w:r>
      <w:r>
        <w:rPr>
          <w:noProof/>
        </w:rPr>
        <w:pict>
          <v:shape id="_x0000_s1044" type="#_x0000_t202" style="position:absolute;left:0;text-align:left;margin-left:321.05pt;margin-top:426.8pt;width:125.05pt;height:42.2pt;z-index:251648512" filled="f" stroked="f">
            <v:textbox style="mso-next-textbox:#_x0000_s1044">
              <w:txbxContent>
                <w:p w:rsidR="008E0114" w:rsidRPr="00D36EEF" w:rsidRDefault="008E0114" w:rsidP="00F168AD">
                  <w:pPr>
                    <w:pStyle w:val="BodyText2"/>
                    <w:spacing w:line="200" w:lineRule="exact"/>
                    <w:ind w:right="-110"/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</w:pPr>
                  <w:r w:rsidRPr="00D36EEF"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  <w:t>Macaria Carrie Lawrence</w:t>
                  </w:r>
                </w:p>
                <w:p w:rsidR="008E0114" w:rsidRPr="00D36EEF" w:rsidRDefault="008E0114" w:rsidP="00F168AD">
                  <w:pPr>
                    <w:pStyle w:val="BodyText2"/>
                    <w:spacing w:line="200" w:lineRule="exact"/>
                    <w:ind w:right="-110"/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</w:pPr>
                  <w:r w:rsidRPr="00D36EEF"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  <w:t>Director</w:t>
                  </w:r>
                </w:p>
                <w:p w:rsidR="008E0114" w:rsidRPr="00F168AD" w:rsidRDefault="008E0114" w:rsidP="00F168AD"/>
              </w:txbxContent>
            </v:textbox>
          </v:shape>
        </w:pict>
      </w:r>
      <w:r>
        <w:rPr>
          <w:noProof/>
        </w:rPr>
        <w:pict>
          <v:shape id="_x0000_s1045" type="#_x0000_t136" style="position:absolute;left:0;text-align:left;margin-left:221.85pt;margin-top:417.1pt;width:43.45pt;height:62.4pt;z-index:251663872" fillcolor="#76923c" strokecolor="#4e6128">
            <v:shadow color="#868686"/>
            <v:textpath style="font-family:&quot;Castellar&quot;;v-text-kern:t" trim="t" fitpath="t" string="B&#10;   D&#10; A"/>
          </v:shape>
        </w:pict>
      </w:r>
      <w:r>
        <w:rPr>
          <w:noProof/>
        </w:rPr>
        <w:pict>
          <v:shape id="_x0000_s1046" type="#_x0000_t75" style="position:absolute;left:0;text-align:left;margin-left:221.85pt;margin-top:411.4pt;width:50.2pt;height:81.8pt;z-index:-251630080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">
            <v:imagedata r:id="rId5" o:title=""/>
            <o:lock v:ext="edit" aspectratio="f"/>
          </v:shape>
        </w:pict>
      </w:r>
      <w:r>
        <w:rPr>
          <w:noProof/>
        </w:rPr>
        <w:pict>
          <v:oval id="_x0000_s1047" style="position:absolute;left:0;text-align:left;margin-left:220.45pt;margin-top:407.2pt;width:58.35pt;height:81.5pt;z-index:-251639296" fillcolor="#c2d69b" strokecolor="#76923c" strokeweight="4.5pt">
            <v:stroke linestyle="thinThick"/>
          </v:oval>
        </w:pict>
      </w:r>
      <w:r>
        <w:rPr>
          <w:noProof/>
        </w:rPr>
        <w:pict>
          <v:shape id="_x0000_s1048" type="#_x0000_t136" style="position:absolute;left:0;text-align:left;margin-left:231.05pt;margin-top:275.7pt;width:32.95pt;height:55.6pt;z-index:251666944" fillcolor="#76923c" strokecolor="#4e6128">
            <v:shadow color="#868686"/>
            <v:textpath style="font-family:&quot;Castellar&quot;;v-text-kern:t" trim="t" fitpath="t" string="B&#10;   D&#10; A"/>
          </v:shape>
        </w:pict>
      </w:r>
      <w:r>
        <w:rPr>
          <w:noProof/>
        </w:rPr>
        <w:pict>
          <v:shape id="_x0000_s1049" type="#_x0000_t75" style="position:absolute;left:0;text-align:left;margin-left:228.6pt;margin-top:265.2pt;width:50.2pt;height:77.8pt;z-index:-251632128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">
            <v:imagedata r:id="rId5" o:title=""/>
            <o:lock v:ext="edit" aspectratio="f"/>
          </v:shape>
        </w:pict>
      </w:r>
      <w:r>
        <w:rPr>
          <w:noProof/>
        </w:rPr>
        <w:pict>
          <v:oval id="_x0000_s1050" style="position:absolute;left:0;text-align:left;margin-left:226.9pt;margin-top:262.7pt;width:56.7pt;height:84pt;z-index:-251641344" fillcolor="#c2d69b" strokecolor="#76923c" strokeweight="4.5pt">
            <v:stroke linestyle="thinThick"/>
          </v:oval>
        </w:pict>
      </w:r>
      <w:r>
        <w:rPr>
          <w:noProof/>
        </w:rPr>
        <w:pict>
          <v:shape id="_x0000_s1051" type="#_x0000_t202" style="position:absolute;left:0;text-align:left;margin-left:321.05pt;margin-top:286.9pt;width:129pt;height:28.6pt;z-index:251642368" filled="f" stroked="f">
            <v:textbox style="mso-next-textbox:#_x0000_s1051">
              <w:txbxContent>
                <w:p w:rsidR="008E0114" w:rsidRPr="00D36EEF" w:rsidRDefault="008E0114" w:rsidP="00F168AD">
                  <w:pPr>
                    <w:pStyle w:val="BodyText2"/>
                    <w:spacing w:line="200" w:lineRule="exact"/>
                    <w:ind w:right="-110"/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</w:pPr>
                  <w:r w:rsidRPr="00D36EEF"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  <w:t>Macaria Carrie Lawrence</w:t>
                  </w:r>
                </w:p>
                <w:p w:rsidR="008E0114" w:rsidRPr="00D36EEF" w:rsidRDefault="008E0114" w:rsidP="00F168AD">
                  <w:pPr>
                    <w:pStyle w:val="BodyText2"/>
                    <w:spacing w:line="200" w:lineRule="exact"/>
                    <w:ind w:right="-110"/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</w:pPr>
                  <w:r w:rsidRPr="00D36EEF"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  <w:t>Director</w:t>
                  </w:r>
                </w:p>
                <w:p w:rsidR="008E0114" w:rsidRPr="00F168AD" w:rsidRDefault="008E0114" w:rsidP="00F168AD"/>
              </w:txbxContent>
            </v:textbox>
          </v:shape>
        </w:pict>
      </w:r>
      <w:r>
        <w:rPr>
          <w:noProof/>
        </w:rPr>
        <w:pict>
          <v:oval id="_x0000_s1052" style="position:absolute;left:0;text-align:left;margin-left:226.05pt;margin-top:117.7pt;width:58.2pt;height:84.5pt;z-index:-251643392" fillcolor="#c2d69b" strokecolor="#76923c" strokeweight="4.5pt">
            <v:stroke linestyle="thinThick"/>
          </v:oval>
        </w:pict>
      </w:r>
      <w:r>
        <w:rPr>
          <w:noProof/>
        </w:rPr>
        <w:pict>
          <v:shape id="_x0000_s1053" type="#_x0000_t136" style="position:absolute;left:0;text-align:left;margin-left:228.6pt;margin-top:131.5pt;width:43.45pt;height:62.4pt;z-index:251659776" fillcolor="#76923c" strokecolor="#4e6128">
            <v:shadow color="#868686"/>
            <v:textpath style="font-family:&quot;Castellar&quot;;v-text-kern:t" trim="t" fitpath="t" string="B&#10;   D&#10; A"/>
          </v:shape>
        </w:pict>
      </w:r>
      <w:r>
        <w:rPr>
          <w:noProof/>
        </w:rPr>
        <w:pict>
          <v:shape id="_x0000_s1054" type="#_x0000_t75" style="position:absolute;left:0;text-align:left;margin-left:233.6pt;margin-top:120.3pt;width:50pt;height:81.9pt;z-index:-251634176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">
            <v:imagedata r:id="rId5" o:title=""/>
            <o:lock v:ext="edit" aspectratio="f"/>
          </v:shape>
        </w:pict>
      </w:r>
      <w:r>
        <w:rPr>
          <w:noProof/>
        </w:rPr>
        <w:pict>
          <v:shape id="_x0000_s1055" type="#_x0000_t202" style="position:absolute;left:0;text-align:left;margin-left:267.8pt;margin-top:114.1pt;width:189.5pt;height:29.7pt;z-index:251638272" filled="f" stroked="f">
            <v:textbox style="mso-next-textbox:#_x0000_s1055">
              <w:txbxContent>
                <w:p w:rsidR="008E0114" w:rsidRPr="00C3179B" w:rsidRDefault="008E0114" w:rsidP="00C3179B">
                  <w:pPr>
                    <w:pStyle w:val="YourTitle"/>
                    <w:jc w:val="right"/>
                    <w:rPr>
                      <w:rFonts w:ascii="Times New Roman" w:hAnsi="Times New Roman"/>
                      <w:b/>
                      <w:color w:val="996633"/>
                      <w:sz w:val="24"/>
                      <w:szCs w:val="24"/>
                    </w:rPr>
                  </w:pPr>
                  <w:r w:rsidRPr="00C3179B">
                    <w:rPr>
                      <w:rFonts w:ascii="Times New Roman" w:hAnsi="Times New Roman"/>
                      <w:b/>
                      <w:color w:val="996633"/>
                      <w:sz w:val="24"/>
                      <w:szCs w:val="24"/>
                    </w:rPr>
                    <w:t>BY DIVINE APPOINTMENT</w:t>
                  </w:r>
                </w:p>
                <w:p w:rsidR="008E0114" w:rsidRPr="00C3179B" w:rsidRDefault="008E0114" w:rsidP="00C3179B">
                  <w:pPr>
                    <w:pStyle w:val="YourTitle"/>
                    <w:jc w:val="right"/>
                    <w:rPr>
                      <w:rFonts w:ascii="Times New Roman" w:hAnsi="Times New Roman"/>
                      <w:i/>
                      <w:color w:val="996633"/>
                      <w:sz w:val="18"/>
                      <w:szCs w:val="18"/>
                    </w:rPr>
                  </w:pPr>
                  <w:r w:rsidRPr="00C3179B">
                    <w:rPr>
                      <w:rFonts w:ascii="Times New Roman" w:hAnsi="Times New Roman"/>
                      <w:i/>
                      <w:color w:val="996633"/>
                      <w:sz w:val="18"/>
                      <w:szCs w:val="18"/>
                    </w:rPr>
                    <w:t>Biblical Healing, Counseling &amp; Prayer</w:t>
                  </w:r>
                </w:p>
                <w:p w:rsidR="008E0114" w:rsidRPr="00DA3B68" w:rsidRDefault="008E0114" w:rsidP="00DA3B68"/>
              </w:txbxContent>
            </v:textbox>
          </v:shape>
        </w:pict>
      </w:r>
      <w:r>
        <w:rPr>
          <w:noProof/>
        </w:rPr>
        <w:pict>
          <v:shape id="_x0000_s1056" type="#_x0000_t202" style="position:absolute;left:0;text-align:left;margin-left:264pt;margin-top:254.9pt;width:190.5pt;height:27.3pt;z-index:251644416" filled="f" stroked="f">
            <v:textbox style="mso-next-textbox:#_x0000_s1056">
              <w:txbxContent>
                <w:p w:rsidR="008E0114" w:rsidRPr="00247245" w:rsidRDefault="008E0114" w:rsidP="00247245">
                  <w:pPr>
                    <w:pStyle w:val="YourTitle"/>
                    <w:jc w:val="right"/>
                    <w:rPr>
                      <w:rFonts w:ascii="Times New Roman" w:hAnsi="Times New Roman"/>
                      <w:b/>
                      <w:color w:val="996633"/>
                      <w:sz w:val="24"/>
                      <w:szCs w:val="24"/>
                    </w:rPr>
                  </w:pPr>
                  <w:r w:rsidRPr="00247245">
                    <w:rPr>
                      <w:rFonts w:ascii="Times New Roman" w:hAnsi="Times New Roman"/>
                      <w:b/>
                      <w:color w:val="996633"/>
                      <w:sz w:val="24"/>
                      <w:szCs w:val="24"/>
                    </w:rPr>
                    <w:t>BY DIVINE APPOINTMENT</w:t>
                  </w:r>
                </w:p>
                <w:p w:rsidR="008E0114" w:rsidRPr="00247245" w:rsidRDefault="008E0114" w:rsidP="00247245">
                  <w:pPr>
                    <w:pStyle w:val="YourTitle"/>
                    <w:jc w:val="right"/>
                    <w:rPr>
                      <w:rFonts w:ascii="Times New Roman" w:hAnsi="Times New Roman"/>
                      <w:i/>
                      <w:color w:val="996633"/>
                      <w:sz w:val="18"/>
                      <w:szCs w:val="18"/>
                    </w:rPr>
                  </w:pPr>
                  <w:r w:rsidRPr="00247245">
                    <w:rPr>
                      <w:rFonts w:ascii="Times New Roman" w:hAnsi="Times New Roman"/>
                      <w:i/>
                      <w:color w:val="996633"/>
                      <w:sz w:val="18"/>
                      <w:szCs w:val="18"/>
                    </w:rPr>
                    <w:t>Biblical Healing, Counseling &amp; Prayer</w:t>
                  </w:r>
                </w:p>
                <w:p w:rsidR="008E0114" w:rsidRPr="00F168AD" w:rsidRDefault="008E0114" w:rsidP="00F168AD"/>
              </w:txbxContent>
            </v:textbox>
          </v:shape>
        </w:pict>
      </w:r>
      <w:r>
        <w:rPr>
          <w:noProof/>
        </w:rPr>
        <w:pict>
          <v:shape id="_x0000_s1057" type="#_x0000_t202" style="position:absolute;left:0;text-align:left;margin-left:262.8pt;margin-top:394.2pt;width:194.5pt;height:29.2pt;z-index:251650560" filled="f" stroked="f">
            <v:textbox style="mso-next-textbox:#_x0000_s1057">
              <w:txbxContent>
                <w:p w:rsidR="008E0114" w:rsidRPr="00E959FA" w:rsidRDefault="008E0114" w:rsidP="00E959FA">
                  <w:pPr>
                    <w:pStyle w:val="YourTitle"/>
                    <w:jc w:val="right"/>
                    <w:rPr>
                      <w:rFonts w:ascii="Times New Roman" w:hAnsi="Times New Roman"/>
                      <w:b/>
                      <w:color w:val="996633"/>
                      <w:sz w:val="24"/>
                      <w:szCs w:val="24"/>
                    </w:rPr>
                  </w:pPr>
                  <w:r w:rsidRPr="00E959FA">
                    <w:rPr>
                      <w:rFonts w:ascii="Times New Roman" w:hAnsi="Times New Roman"/>
                      <w:b/>
                      <w:color w:val="996633"/>
                      <w:sz w:val="24"/>
                      <w:szCs w:val="24"/>
                    </w:rPr>
                    <w:t>BY DIVINE APPOINTMENT</w:t>
                  </w:r>
                </w:p>
                <w:p w:rsidR="008E0114" w:rsidRPr="00E959FA" w:rsidRDefault="008E0114" w:rsidP="00E959FA">
                  <w:pPr>
                    <w:pStyle w:val="YourTitle"/>
                    <w:jc w:val="right"/>
                    <w:rPr>
                      <w:rFonts w:ascii="Times New Roman" w:hAnsi="Times New Roman"/>
                      <w:i/>
                      <w:color w:val="996633"/>
                      <w:sz w:val="18"/>
                      <w:szCs w:val="18"/>
                    </w:rPr>
                  </w:pPr>
                  <w:r w:rsidRPr="00E959FA">
                    <w:rPr>
                      <w:rFonts w:ascii="Times New Roman" w:hAnsi="Times New Roman"/>
                      <w:i/>
                      <w:color w:val="996633"/>
                      <w:sz w:val="18"/>
                      <w:szCs w:val="18"/>
                    </w:rPr>
                    <w:t>Biblical Healing, Counseling &amp; Prayer</w:t>
                  </w:r>
                </w:p>
                <w:p w:rsidR="008E0114" w:rsidRPr="00F168AD" w:rsidRDefault="008E0114" w:rsidP="00F168AD"/>
              </w:txbxContent>
            </v:textbox>
          </v:shape>
        </w:pict>
      </w:r>
      <w:r>
        <w:rPr>
          <w:noProof/>
        </w:rPr>
        <w:pict>
          <v:shape id="_x0000_s1058" type="#_x0000_t202" style="position:absolute;left:0;text-align:left;margin-left:259.5pt;margin-top:547pt;width:198pt;height:28.8pt;z-index:251656704" filled="f" stroked="f">
            <v:textbox style="mso-next-textbox:#_x0000_s1058">
              <w:txbxContent>
                <w:p w:rsidR="008E0114" w:rsidRPr="00B74A6F" w:rsidRDefault="008E0114" w:rsidP="00B74A6F">
                  <w:pPr>
                    <w:pStyle w:val="YourTitle"/>
                    <w:jc w:val="right"/>
                    <w:rPr>
                      <w:rFonts w:ascii="Times New Roman" w:hAnsi="Times New Roman"/>
                      <w:b/>
                      <w:color w:val="996633"/>
                      <w:sz w:val="24"/>
                      <w:szCs w:val="24"/>
                    </w:rPr>
                  </w:pPr>
                  <w:r w:rsidRPr="00B74A6F">
                    <w:rPr>
                      <w:rFonts w:ascii="Times New Roman" w:hAnsi="Times New Roman"/>
                      <w:b/>
                      <w:color w:val="996633"/>
                      <w:sz w:val="24"/>
                      <w:szCs w:val="24"/>
                    </w:rPr>
                    <w:t>BY DIVINE APPOINTMENT</w:t>
                  </w:r>
                </w:p>
                <w:p w:rsidR="008E0114" w:rsidRPr="00B74A6F" w:rsidRDefault="008E0114" w:rsidP="00B74A6F">
                  <w:pPr>
                    <w:pStyle w:val="YourTitle"/>
                    <w:jc w:val="right"/>
                    <w:rPr>
                      <w:rFonts w:ascii="Times New Roman" w:hAnsi="Times New Roman"/>
                      <w:i/>
                      <w:color w:val="996633"/>
                      <w:sz w:val="18"/>
                      <w:szCs w:val="18"/>
                    </w:rPr>
                  </w:pPr>
                  <w:r w:rsidRPr="00B74A6F">
                    <w:rPr>
                      <w:rFonts w:ascii="Times New Roman" w:hAnsi="Times New Roman"/>
                      <w:i/>
                      <w:color w:val="996633"/>
                      <w:sz w:val="18"/>
                      <w:szCs w:val="18"/>
                    </w:rPr>
                    <w:t>Biblical Healing, Counseling &amp; Prayer</w:t>
                  </w:r>
                </w:p>
                <w:p w:rsidR="008E0114" w:rsidRPr="00F168AD" w:rsidRDefault="008E0114" w:rsidP="00F168AD"/>
              </w:txbxContent>
            </v:textbox>
          </v:shape>
        </w:pict>
      </w:r>
      <w:r>
        <w:rPr>
          <w:noProof/>
        </w:rPr>
        <w:pict>
          <v:shape id="_x0000_s1059" type="#_x0000_t202" style="position:absolute;left:0;text-align:left;margin-left:259.5pt;margin-top:615.7pt;width:198pt;height:46pt;z-index:251655680" filled="f" stroked="f">
            <v:textbox style="mso-next-textbox:#_x0000_s1059">
              <w:txbxContent>
                <w:p w:rsidR="008E0114" w:rsidRPr="00B74A6F" w:rsidRDefault="008E0114" w:rsidP="00B74A6F">
                  <w:pPr>
                    <w:pStyle w:val="Address01"/>
                    <w:jc w:val="right"/>
                    <w:rPr>
                      <w:rFonts w:ascii="Times New Roman" w:hAnsi="Times New Roman"/>
                      <w:color w:val="996633"/>
                    </w:rPr>
                  </w:pPr>
                  <w:r w:rsidRPr="00B74A6F">
                    <w:rPr>
                      <w:rFonts w:ascii="Times New Roman" w:hAnsi="Times New Roman"/>
                      <w:color w:val="996633"/>
                    </w:rPr>
                    <w:t>4411 N. Cedar Ave. Ste. 102</w:t>
                  </w:r>
                </w:p>
                <w:p w:rsidR="008E0114" w:rsidRPr="00B74A6F" w:rsidRDefault="008E0114" w:rsidP="00B74A6F">
                  <w:pPr>
                    <w:pStyle w:val="Address01"/>
                    <w:jc w:val="right"/>
                    <w:rPr>
                      <w:rFonts w:ascii="Times New Roman" w:hAnsi="Times New Roman"/>
                      <w:color w:val="996633"/>
                    </w:rPr>
                  </w:pPr>
                  <w:r w:rsidRPr="00B74A6F">
                    <w:rPr>
                      <w:rFonts w:ascii="Times New Roman" w:hAnsi="Times New Roman"/>
                      <w:color w:val="996633"/>
                    </w:rPr>
                    <w:t>Fresno, CA 93726</w:t>
                  </w:r>
                </w:p>
                <w:p w:rsidR="008E0114" w:rsidRPr="00B74A6F" w:rsidRDefault="008E0114" w:rsidP="00B74A6F">
                  <w:pPr>
                    <w:pStyle w:val="Address01"/>
                    <w:jc w:val="right"/>
                    <w:rPr>
                      <w:rFonts w:ascii="Times New Roman" w:hAnsi="Times New Roman"/>
                      <w:b/>
                      <w:color w:val="996633"/>
                    </w:rPr>
                  </w:pPr>
                  <w:r w:rsidRPr="00B74A6F">
                    <w:rPr>
                      <w:rFonts w:ascii="Times New Roman" w:hAnsi="Times New Roman"/>
                      <w:b/>
                      <w:color w:val="996633"/>
                    </w:rPr>
                    <w:t>Office</w:t>
                  </w:r>
                  <w:r>
                    <w:rPr>
                      <w:rFonts w:ascii="Times New Roman" w:hAnsi="Times New Roman"/>
                      <w:b/>
                      <w:color w:val="996633"/>
                    </w:rPr>
                    <w:t>:</w:t>
                  </w:r>
                  <w:r w:rsidRPr="00B74A6F">
                    <w:rPr>
                      <w:rFonts w:ascii="Times New Roman" w:hAnsi="Times New Roman"/>
                      <w:b/>
                      <w:color w:val="996633"/>
                    </w:rPr>
                    <w:t xml:space="preserve">  559-222-3410   •   Fax</w:t>
                  </w:r>
                  <w:r>
                    <w:rPr>
                      <w:rFonts w:ascii="Times New Roman" w:hAnsi="Times New Roman"/>
                      <w:b/>
                      <w:color w:val="996633"/>
                    </w:rPr>
                    <w:t>:</w:t>
                  </w:r>
                  <w:r w:rsidRPr="00B74A6F">
                    <w:rPr>
                      <w:rFonts w:ascii="Times New Roman" w:hAnsi="Times New Roman"/>
                      <w:b/>
                      <w:color w:val="996633"/>
                    </w:rPr>
                    <w:t xml:space="preserve">  559-222-3473</w:t>
                  </w:r>
                </w:p>
                <w:p w:rsidR="008E0114" w:rsidRPr="00B74A6F" w:rsidRDefault="008E0114" w:rsidP="00B74A6F">
                  <w:pPr>
                    <w:pStyle w:val="Address01"/>
                    <w:jc w:val="right"/>
                    <w:rPr>
                      <w:rFonts w:ascii="Times New Roman" w:hAnsi="Times New Roman"/>
                      <w:color w:val="996633"/>
                    </w:rPr>
                  </w:pPr>
                  <w:r>
                    <w:rPr>
                      <w:rFonts w:ascii="Times New Roman" w:hAnsi="Times New Roman"/>
                      <w:color w:val="996633"/>
                    </w:rPr>
                    <w:t xml:space="preserve">Email: </w:t>
                  </w:r>
                  <w:r w:rsidRPr="00B74A6F">
                    <w:rPr>
                      <w:rFonts w:ascii="Times New Roman" w:hAnsi="Times New Roman"/>
                      <w:color w:val="996633"/>
                    </w:rPr>
                    <w:t>divineappt4him@yahoo.com</w:t>
                  </w:r>
                </w:p>
                <w:p w:rsidR="008E0114" w:rsidRPr="00291D67" w:rsidRDefault="008E0114" w:rsidP="00DA3B68">
                  <w:pPr>
                    <w:pStyle w:val="Address01"/>
                  </w:pPr>
                </w:p>
                <w:p w:rsidR="008E0114" w:rsidRPr="00D82A34" w:rsidRDefault="008E0114" w:rsidP="00291D67">
                  <w:pPr>
                    <w:pStyle w:val="BodyText2"/>
                    <w:spacing w:line="175" w:lineRule="exact"/>
                    <w:ind w:left="720" w:hanging="720"/>
                    <w:jc w:val="left"/>
                    <w:rPr>
                      <w:color w:val="2F3F2C"/>
                      <w:sz w:val="16"/>
                    </w:rPr>
                  </w:pPr>
                </w:p>
                <w:p w:rsidR="008E0114" w:rsidRPr="00D82A34" w:rsidRDefault="008E0114" w:rsidP="00291D67">
                  <w:pPr>
                    <w:pStyle w:val="BodyText2"/>
                    <w:spacing w:line="175" w:lineRule="exact"/>
                    <w:ind w:left="720" w:hanging="720"/>
                    <w:jc w:val="left"/>
                    <w:rPr>
                      <w:color w:val="2F3F2C"/>
                      <w:sz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left:0;text-align:left;margin-left:331.45pt;margin-top:579.8pt;width:126.05pt;height:30.7pt;z-index:251654656" filled="f" stroked="f">
            <v:textbox style="mso-next-textbox:#_x0000_s1060">
              <w:txbxContent>
                <w:p w:rsidR="008E0114" w:rsidRPr="00D36EEF" w:rsidRDefault="008E0114" w:rsidP="00F168AD">
                  <w:pPr>
                    <w:pStyle w:val="BodyText2"/>
                    <w:spacing w:line="200" w:lineRule="exact"/>
                    <w:ind w:right="-110"/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</w:pPr>
                  <w:r w:rsidRPr="00D36EEF"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  <w:t>Macaria Carrie Lawrence</w:t>
                  </w:r>
                </w:p>
                <w:p w:rsidR="008E0114" w:rsidRPr="00D36EEF" w:rsidRDefault="008E0114" w:rsidP="00F168AD">
                  <w:pPr>
                    <w:pStyle w:val="BodyText2"/>
                    <w:spacing w:line="200" w:lineRule="exact"/>
                    <w:ind w:right="-110"/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</w:pPr>
                  <w:r w:rsidRPr="00D36EEF"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  <w:t>Director</w:t>
                  </w:r>
                </w:p>
                <w:p w:rsidR="008E0114" w:rsidRPr="00F168AD" w:rsidRDefault="008E0114" w:rsidP="00F168AD"/>
              </w:txbxContent>
            </v:textbox>
          </v:shape>
        </w:pict>
      </w:r>
      <w:r>
        <w:rPr>
          <w:noProof/>
        </w:rPr>
        <w:pict>
          <v:shape id="_x0000_s1061" type="#_x0000_t136" style="position:absolute;left:0;text-align:left;margin-left:-27pt;margin-top:125pt;width:43.45pt;height:62.4pt;z-index:251660800" fillcolor="#76923c" strokecolor="#4e6128">
            <v:shadow color="#868686"/>
            <v:textpath style="font-family:&quot;Castellar&quot;;v-text-kern:t" trim="t" fitpath="t" string="B&#10;   D&#10; A"/>
          </v:shape>
        </w:pict>
      </w:r>
      <w:r>
        <w:rPr>
          <w:noProof/>
        </w:rPr>
        <w:pict>
          <v:shape id="_x0000_s1062" type="#_x0000_t75" style="position:absolute;left:0;text-align:left;margin-left:-27.95pt;margin-top:117.7pt;width:59.5pt;height:88pt;z-index:-251635200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">
            <v:imagedata r:id="rId5" o:title=""/>
            <o:lock v:ext="edit" aspectratio="f"/>
          </v:shape>
        </w:pict>
      </w:r>
      <w:r>
        <w:rPr>
          <w:noProof/>
        </w:rPr>
        <w:pict>
          <v:oval id="_x0000_s1063" style="position:absolute;left:0;text-align:left;margin-left:-29.5pt;margin-top:114.1pt;width:64.5pt;height:91.1pt;z-index:-251644416" fillcolor="#c2d69b" strokecolor="#76923c" strokeweight="4.5pt">
            <v:stroke linestyle="thinThick"/>
          </v:oval>
        </w:pict>
      </w:r>
      <w:r>
        <w:rPr>
          <w:noProof/>
        </w:rPr>
        <w:pict>
          <v:oval id="_x0000_s1064" style="position:absolute;left:0;text-align:left;margin-left:-27pt;margin-top:254.9pt;width:64.55pt;height:88.1pt;z-index:-251642368" fillcolor="#c2d69b" strokecolor="#76923c" strokeweight="4.5pt">
            <v:stroke linestyle="thinThick"/>
          </v:oval>
        </w:pict>
      </w:r>
      <w:r>
        <w:rPr>
          <w:noProof/>
        </w:rPr>
        <w:pict>
          <v:shape id="_x0000_s1065" type="#_x0000_t136" style="position:absolute;left:0;text-align:left;margin-left:-15.45pt;margin-top:568.3pt;width:43.45pt;height:62.4pt;z-index:251664896" fillcolor="#76923c" strokecolor="#4e6128">
            <v:shadow color="#868686"/>
            <v:textpath style="font-family:&quot;Castellar&quot;;v-text-kern:t" trim="t" fitpath="t" string="B&#10;   D&#10; A"/>
          </v:shape>
        </w:pict>
      </w:r>
      <w:r>
        <w:rPr>
          <w:noProof/>
        </w:rPr>
        <w:pict>
          <v:shape id="_x0000_s1066" type="#_x0000_t75" style="position:absolute;left:0;text-align:left;margin-left:-21.95pt;margin-top:556.7pt;width:60pt;height:88pt;z-index:-251629056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">
            <v:imagedata r:id="rId5" o:title=""/>
            <o:lock v:ext="edit" aspectratio="f"/>
          </v:shape>
        </w:pict>
      </w:r>
      <w:r>
        <w:rPr>
          <w:noProof/>
        </w:rPr>
        <w:pict>
          <v:oval id="_x0000_s1067" style="position:absolute;left:0;text-align:left;margin-left:-21.95pt;margin-top:552.4pt;width:63.45pt;height:92.3pt;z-index:-251637248" fillcolor="#c2d69b" strokecolor="#76923c" strokeweight="4.5pt">
            <v:stroke linestyle="thinThick"/>
          </v:oval>
        </w:pict>
      </w:r>
      <w:r>
        <w:rPr>
          <w:noProof/>
        </w:rPr>
        <w:pict>
          <v:shape id="_x0000_s1068" type="#_x0000_t202" style="position:absolute;left:0;text-align:left;margin-left:19.5pt;margin-top:547pt;width:180.05pt;height:26.5pt;z-index:251653632" filled="f" stroked="f">
            <v:textbox style="mso-next-textbox:#_x0000_s1068">
              <w:txbxContent>
                <w:p w:rsidR="008E0114" w:rsidRPr="006F777C" w:rsidRDefault="008E0114" w:rsidP="006F777C">
                  <w:pPr>
                    <w:pStyle w:val="YourTitle"/>
                    <w:jc w:val="right"/>
                    <w:rPr>
                      <w:rFonts w:ascii="Times New Roman" w:hAnsi="Times New Roman"/>
                      <w:b/>
                      <w:color w:val="996633"/>
                      <w:sz w:val="24"/>
                      <w:szCs w:val="24"/>
                    </w:rPr>
                  </w:pPr>
                  <w:r w:rsidRPr="006F777C">
                    <w:rPr>
                      <w:rFonts w:ascii="Times New Roman" w:hAnsi="Times New Roman"/>
                      <w:b/>
                      <w:color w:val="996633"/>
                      <w:sz w:val="24"/>
                      <w:szCs w:val="24"/>
                    </w:rPr>
                    <w:t>BY DIVINE APPOINTMENT</w:t>
                  </w:r>
                </w:p>
                <w:p w:rsidR="008E0114" w:rsidRPr="006F777C" w:rsidRDefault="008E0114" w:rsidP="006F777C">
                  <w:pPr>
                    <w:pStyle w:val="YourTitle"/>
                    <w:jc w:val="right"/>
                    <w:rPr>
                      <w:rFonts w:ascii="Times New Roman" w:hAnsi="Times New Roman"/>
                      <w:b/>
                      <w:color w:val="996633"/>
                      <w:sz w:val="24"/>
                      <w:szCs w:val="24"/>
                    </w:rPr>
                  </w:pPr>
                  <w:r w:rsidRPr="006F777C">
                    <w:rPr>
                      <w:rFonts w:ascii="Times New Roman" w:hAnsi="Times New Roman"/>
                      <w:i/>
                      <w:color w:val="996633"/>
                      <w:sz w:val="18"/>
                      <w:szCs w:val="18"/>
                    </w:rPr>
                    <w:t>Biblical Healing, Counseling &amp;</w:t>
                  </w:r>
                  <w:r w:rsidRPr="006F777C">
                    <w:rPr>
                      <w:rFonts w:ascii="Times New Roman" w:hAnsi="Times New Roman"/>
                      <w:color w:val="996633"/>
                      <w:sz w:val="18"/>
                      <w:szCs w:val="18"/>
                    </w:rPr>
                    <w:t xml:space="preserve"> Prayer</w:t>
                  </w:r>
                </w:p>
                <w:p w:rsidR="008E0114" w:rsidRPr="00F168AD" w:rsidRDefault="008E0114" w:rsidP="00F168AD"/>
              </w:txbxContent>
            </v:textbox>
          </v:shape>
        </w:pict>
      </w:r>
      <w:r>
        <w:rPr>
          <w:noProof/>
        </w:rPr>
        <w:pict>
          <v:shape id="_x0000_s1069" type="#_x0000_t202" style="position:absolute;left:0;text-align:left;margin-left:74.5pt;margin-top:573.5pt;width:125.05pt;height:30.7pt;z-index:251651584" filled="f" stroked="f">
            <v:textbox style="mso-next-textbox:#_x0000_s1069">
              <w:txbxContent>
                <w:p w:rsidR="008E0114" w:rsidRPr="00D36EEF" w:rsidRDefault="008E0114" w:rsidP="00F168AD">
                  <w:pPr>
                    <w:pStyle w:val="BodyText2"/>
                    <w:spacing w:line="200" w:lineRule="exact"/>
                    <w:ind w:right="-110"/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</w:pPr>
                  <w:r w:rsidRPr="00D36EEF"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  <w:t>Macaria Carrie Lawrence</w:t>
                  </w:r>
                </w:p>
                <w:p w:rsidR="008E0114" w:rsidRPr="00D36EEF" w:rsidRDefault="008E0114" w:rsidP="00F168AD">
                  <w:pPr>
                    <w:pStyle w:val="BodyText2"/>
                    <w:spacing w:line="200" w:lineRule="exact"/>
                    <w:ind w:right="-110"/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</w:pPr>
                  <w:r w:rsidRPr="00D36EEF"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  <w:t>Director</w:t>
                  </w:r>
                </w:p>
                <w:p w:rsidR="008E0114" w:rsidRPr="00F168AD" w:rsidRDefault="008E0114" w:rsidP="00F168AD"/>
              </w:txbxContent>
            </v:textbox>
          </v:shape>
        </w:pict>
      </w:r>
      <w:r>
        <w:rPr>
          <w:noProof/>
        </w:rPr>
        <w:pict>
          <v:shape id="_x0000_s1070" type="#_x0000_t202" style="position:absolute;left:0;text-align:left;margin-left:2.45pt;margin-top:610.5pt;width:198pt;height:43.7pt;z-index:251652608" filled="f" stroked="f">
            <v:textbox style="mso-next-textbox:#_x0000_s1070">
              <w:txbxContent>
                <w:p w:rsidR="008E0114" w:rsidRPr="006F777C" w:rsidRDefault="008E0114" w:rsidP="006F777C">
                  <w:pPr>
                    <w:pStyle w:val="Address01"/>
                    <w:jc w:val="right"/>
                    <w:rPr>
                      <w:color w:val="996633"/>
                    </w:rPr>
                  </w:pPr>
                  <w:r w:rsidRPr="006F777C">
                    <w:rPr>
                      <w:color w:val="996633"/>
                    </w:rPr>
                    <w:t>4411 N. Cedar Ave. Ste. 102</w:t>
                  </w:r>
                </w:p>
                <w:p w:rsidR="008E0114" w:rsidRPr="006F777C" w:rsidRDefault="008E0114" w:rsidP="006F777C">
                  <w:pPr>
                    <w:pStyle w:val="Address01"/>
                    <w:jc w:val="right"/>
                    <w:rPr>
                      <w:color w:val="996633"/>
                    </w:rPr>
                  </w:pPr>
                  <w:r w:rsidRPr="006F777C">
                    <w:rPr>
                      <w:color w:val="996633"/>
                    </w:rPr>
                    <w:t>Fresno, CA 93726</w:t>
                  </w:r>
                </w:p>
                <w:p w:rsidR="008E0114" w:rsidRPr="008D4A49" w:rsidRDefault="008E0114" w:rsidP="006F777C">
                  <w:pPr>
                    <w:pStyle w:val="Address01"/>
                    <w:jc w:val="right"/>
                    <w:rPr>
                      <w:b/>
                      <w:color w:val="996633"/>
                    </w:rPr>
                  </w:pPr>
                  <w:r w:rsidRPr="008D4A49">
                    <w:rPr>
                      <w:b/>
                      <w:color w:val="996633"/>
                    </w:rPr>
                    <w:t>Office</w:t>
                  </w:r>
                  <w:r>
                    <w:rPr>
                      <w:b/>
                      <w:color w:val="996633"/>
                    </w:rPr>
                    <w:t>:</w:t>
                  </w:r>
                  <w:r w:rsidRPr="008D4A49">
                    <w:rPr>
                      <w:b/>
                      <w:color w:val="996633"/>
                    </w:rPr>
                    <w:t xml:space="preserve">  559-222-3410   •   Fax</w:t>
                  </w:r>
                  <w:r>
                    <w:rPr>
                      <w:b/>
                      <w:color w:val="996633"/>
                    </w:rPr>
                    <w:t>:</w:t>
                  </w:r>
                  <w:r w:rsidRPr="008D4A49">
                    <w:rPr>
                      <w:b/>
                      <w:color w:val="996633"/>
                    </w:rPr>
                    <w:t xml:space="preserve">  559-222-3473</w:t>
                  </w:r>
                </w:p>
                <w:p w:rsidR="008E0114" w:rsidRPr="006F777C" w:rsidRDefault="008E0114" w:rsidP="006F777C">
                  <w:pPr>
                    <w:pStyle w:val="Address01"/>
                    <w:jc w:val="right"/>
                    <w:rPr>
                      <w:color w:val="996633"/>
                    </w:rPr>
                  </w:pPr>
                  <w:r>
                    <w:rPr>
                      <w:color w:val="996633"/>
                    </w:rPr>
                    <w:t xml:space="preserve">Email: </w:t>
                  </w:r>
                  <w:r w:rsidRPr="006F777C">
                    <w:rPr>
                      <w:color w:val="996633"/>
                    </w:rPr>
                    <w:t>divineappt4him@yahoo.com</w:t>
                  </w:r>
                </w:p>
                <w:p w:rsidR="008E0114" w:rsidRPr="006F777C" w:rsidRDefault="008E0114" w:rsidP="006F777C">
                  <w:pPr>
                    <w:pStyle w:val="Address01"/>
                    <w:jc w:val="right"/>
                    <w:rPr>
                      <w:color w:val="996633"/>
                    </w:rPr>
                  </w:pPr>
                </w:p>
                <w:p w:rsidR="008E0114" w:rsidRPr="00D82A34" w:rsidRDefault="008E0114" w:rsidP="00291D67">
                  <w:pPr>
                    <w:pStyle w:val="BodyText2"/>
                    <w:spacing w:line="175" w:lineRule="exact"/>
                    <w:ind w:left="720" w:hanging="720"/>
                    <w:jc w:val="left"/>
                    <w:rPr>
                      <w:color w:val="2F3F2C"/>
                      <w:sz w:val="16"/>
                    </w:rPr>
                  </w:pPr>
                </w:p>
                <w:p w:rsidR="008E0114" w:rsidRPr="00D82A34" w:rsidRDefault="008E0114" w:rsidP="00291D67">
                  <w:pPr>
                    <w:pStyle w:val="BodyText2"/>
                    <w:spacing w:line="175" w:lineRule="exact"/>
                    <w:ind w:left="720" w:hanging="720"/>
                    <w:jc w:val="left"/>
                    <w:rPr>
                      <w:color w:val="2F3F2C"/>
                      <w:sz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1" type="#_x0000_t75" style="position:absolute;left:0;text-align:left;margin-left:-27pt;margin-top:404.2pt;width:56.05pt;height:89pt;z-index:-251631104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">
            <v:imagedata r:id="rId5" o:title=""/>
            <o:lock v:ext="edit" aspectratio="f"/>
          </v:shape>
        </w:pict>
      </w:r>
      <w:r>
        <w:rPr>
          <w:noProof/>
        </w:rPr>
        <w:pict>
          <v:shape id="_x0000_s1072" type="#_x0000_t136" style="position:absolute;left:0;text-align:left;margin-left:-24.45pt;margin-top:417.1pt;width:43.45pt;height:62.4pt;z-index:251661824" fillcolor="#76923c" strokecolor="#4e6128">
            <v:shadow color="#868686"/>
            <v:textpath style="font-family:&quot;Castellar&quot;;v-text-kern:t" trim="t" fitpath="t" string="B&#10;   D&#10; A"/>
          </v:shape>
        </w:pict>
      </w:r>
      <w:r>
        <w:rPr>
          <w:noProof/>
        </w:rPr>
        <w:pict>
          <v:oval id="_x0000_s1073" style="position:absolute;left:0;text-align:left;margin-left:-29.5pt;margin-top:403.2pt;width:61.05pt;height:90pt;z-index:-251640320" fillcolor="#c2d69b" strokecolor="#76923c" strokeweight="4.5pt">
            <v:stroke linestyle="thinThick"/>
          </v:oval>
        </w:pict>
      </w:r>
      <w:r>
        <w:rPr>
          <w:noProof/>
        </w:rPr>
        <w:pict>
          <v:shape id="_x0000_s1074" type="#_x0000_t202" style="position:absolute;left:0;text-align:left;margin-left:1in;margin-top:433pt;width:122.05pt;height:32.9pt;z-index:251645440" filled="f" stroked="f">
            <v:textbox style="mso-next-textbox:#_x0000_s1074">
              <w:txbxContent>
                <w:p w:rsidR="008E0114" w:rsidRPr="00D36EEF" w:rsidRDefault="008E0114" w:rsidP="00F168AD">
                  <w:pPr>
                    <w:pStyle w:val="BodyText2"/>
                    <w:spacing w:line="200" w:lineRule="exact"/>
                    <w:ind w:right="-110"/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</w:pPr>
                  <w:r w:rsidRPr="00D36EEF"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  <w:t>Macaria Carrie Lawrence</w:t>
                  </w:r>
                </w:p>
                <w:p w:rsidR="008E0114" w:rsidRPr="00D36EEF" w:rsidRDefault="008E0114" w:rsidP="00F168AD">
                  <w:pPr>
                    <w:pStyle w:val="BodyText2"/>
                    <w:spacing w:line="200" w:lineRule="exact"/>
                    <w:ind w:right="-110"/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</w:pPr>
                  <w:r w:rsidRPr="00D36EEF"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  <w:t>Director</w:t>
                  </w:r>
                </w:p>
                <w:p w:rsidR="008E0114" w:rsidRPr="00F168AD" w:rsidRDefault="008E0114" w:rsidP="00F168AD"/>
              </w:txbxContent>
            </v:textbox>
          </v:shape>
        </w:pict>
      </w:r>
      <w:r>
        <w:rPr>
          <w:noProof/>
        </w:rPr>
        <w:pict>
          <v:shape id="_x0000_s1075" type="#_x0000_t202" style="position:absolute;left:0;text-align:left;margin-left:-3.95pt;margin-top:400.2pt;width:198pt;height:27.2pt;z-index:251647488" filled="f" stroked="f">
            <v:textbox style="mso-next-textbox:#_x0000_s1075">
              <w:txbxContent>
                <w:p w:rsidR="008E0114" w:rsidRPr="006F777C" w:rsidRDefault="008E0114" w:rsidP="00563602">
                  <w:pPr>
                    <w:pStyle w:val="YourTitle"/>
                    <w:jc w:val="right"/>
                    <w:rPr>
                      <w:rFonts w:ascii="Times New Roman" w:hAnsi="Times New Roman"/>
                      <w:b/>
                      <w:color w:val="996633"/>
                      <w:sz w:val="24"/>
                      <w:szCs w:val="24"/>
                    </w:rPr>
                  </w:pPr>
                  <w:r w:rsidRPr="006F777C">
                    <w:rPr>
                      <w:rFonts w:ascii="Times New Roman" w:hAnsi="Times New Roman"/>
                      <w:b/>
                      <w:color w:val="996633"/>
                      <w:sz w:val="24"/>
                      <w:szCs w:val="24"/>
                    </w:rPr>
                    <w:t>BY DIVINE APPOINTMENT</w:t>
                  </w:r>
                </w:p>
                <w:p w:rsidR="008E0114" w:rsidRPr="006F777C" w:rsidRDefault="008E0114" w:rsidP="00563602">
                  <w:pPr>
                    <w:pStyle w:val="YourTitle"/>
                    <w:jc w:val="right"/>
                    <w:rPr>
                      <w:rFonts w:ascii="Times New Roman" w:hAnsi="Times New Roman"/>
                      <w:i/>
                      <w:color w:val="996633"/>
                      <w:sz w:val="18"/>
                      <w:szCs w:val="18"/>
                    </w:rPr>
                  </w:pPr>
                  <w:r w:rsidRPr="006F777C">
                    <w:rPr>
                      <w:rFonts w:ascii="Times New Roman" w:hAnsi="Times New Roman"/>
                      <w:i/>
                      <w:color w:val="996633"/>
                      <w:sz w:val="18"/>
                      <w:szCs w:val="18"/>
                    </w:rPr>
                    <w:t>Biblical Healing, Counseling &amp; Prayer</w:t>
                  </w:r>
                </w:p>
                <w:p w:rsidR="008E0114" w:rsidRPr="00F168AD" w:rsidRDefault="008E0114" w:rsidP="00F168AD"/>
              </w:txbxContent>
            </v:textbox>
          </v:shape>
        </w:pict>
      </w:r>
      <w:r>
        <w:rPr>
          <w:noProof/>
        </w:rPr>
        <w:pict>
          <v:shape id="_x0000_s1076" type="#_x0000_t202" style="position:absolute;left:0;text-align:left;margin-left:-7.9pt;margin-top:469pt;width:198pt;height:46.2pt;z-index:251646464" filled="f" stroked="f">
            <v:textbox style="mso-next-textbox:#_x0000_s1076">
              <w:txbxContent>
                <w:p w:rsidR="008E0114" w:rsidRPr="00563602" w:rsidRDefault="008E0114" w:rsidP="00563602">
                  <w:pPr>
                    <w:pStyle w:val="Address01"/>
                    <w:jc w:val="right"/>
                    <w:rPr>
                      <w:rFonts w:ascii="Times New Roman" w:hAnsi="Times New Roman"/>
                      <w:color w:val="996633"/>
                      <w:szCs w:val="16"/>
                    </w:rPr>
                  </w:pPr>
                  <w:r w:rsidRPr="00563602">
                    <w:rPr>
                      <w:rFonts w:ascii="Times New Roman" w:hAnsi="Times New Roman"/>
                      <w:color w:val="996633"/>
                      <w:szCs w:val="16"/>
                    </w:rPr>
                    <w:t>4411 N. Cedar Ave. Ste. 102</w:t>
                  </w:r>
                </w:p>
                <w:p w:rsidR="008E0114" w:rsidRPr="00563602" w:rsidRDefault="008E0114" w:rsidP="00563602">
                  <w:pPr>
                    <w:pStyle w:val="Address01"/>
                    <w:jc w:val="right"/>
                    <w:rPr>
                      <w:rFonts w:ascii="Times New Roman" w:hAnsi="Times New Roman"/>
                      <w:color w:val="996633"/>
                      <w:szCs w:val="16"/>
                    </w:rPr>
                  </w:pPr>
                  <w:r w:rsidRPr="00563602">
                    <w:rPr>
                      <w:rFonts w:ascii="Times New Roman" w:hAnsi="Times New Roman"/>
                      <w:color w:val="996633"/>
                      <w:szCs w:val="16"/>
                    </w:rPr>
                    <w:t>Fresno, CA 93726</w:t>
                  </w:r>
                </w:p>
                <w:p w:rsidR="008E0114" w:rsidRPr="00563602" w:rsidRDefault="008E0114" w:rsidP="00563602">
                  <w:pPr>
                    <w:pStyle w:val="Address01"/>
                    <w:jc w:val="right"/>
                    <w:rPr>
                      <w:rFonts w:ascii="Times New Roman" w:hAnsi="Times New Roman"/>
                      <w:b/>
                      <w:color w:val="996633"/>
                      <w:szCs w:val="16"/>
                    </w:rPr>
                  </w:pPr>
                  <w:r w:rsidRPr="00563602">
                    <w:rPr>
                      <w:rFonts w:ascii="Times New Roman" w:hAnsi="Times New Roman"/>
                      <w:b/>
                      <w:color w:val="996633"/>
                      <w:szCs w:val="16"/>
                    </w:rPr>
                    <w:t>Office</w:t>
                  </w:r>
                  <w:r>
                    <w:rPr>
                      <w:rFonts w:ascii="Times New Roman" w:hAnsi="Times New Roman"/>
                      <w:b/>
                      <w:color w:val="996633"/>
                      <w:szCs w:val="16"/>
                    </w:rPr>
                    <w:t>:</w:t>
                  </w:r>
                  <w:r w:rsidRPr="00563602">
                    <w:rPr>
                      <w:rFonts w:ascii="Times New Roman" w:hAnsi="Times New Roman"/>
                      <w:b/>
                      <w:color w:val="996633"/>
                      <w:szCs w:val="16"/>
                    </w:rPr>
                    <w:t xml:space="preserve">  559-222-3410   •   Fax</w:t>
                  </w:r>
                  <w:r>
                    <w:rPr>
                      <w:rFonts w:ascii="Times New Roman" w:hAnsi="Times New Roman"/>
                      <w:b/>
                      <w:color w:val="996633"/>
                      <w:szCs w:val="16"/>
                    </w:rPr>
                    <w:t>:</w:t>
                  </w:r>
                  <w:r w:rsidRPr="00563602">
                    <w:rPr>
                      <w:rFonts w:ascii="Times New Roman" w:hAnsi="Times New Roman"/>
                      <w:b/>
                      <w:color w:val="996633"/>
                      <w:szCs w:val="16"/>
                    </w:rPr>
                    <w:t xml:space="preserve">  559-222-3473</w:t>
                  </w:r>
                </w:p>
                <w:p w:rsidR="008E0114" w:rsidRPr="00563602" w:rsidRDefault="008E0114" w:rsidP="00563602">
                  <w:pPr>
                    <w:pStyle w:val="Address01"/>
                    <w:jc w:val="right"/>
                    <w:rPr>
                      <w:rFonts w:ascii="Times New Roman" w:hAnsi="Times New Roman"/>
                      <w:color w:val="996633"/>
                      <w:szCs w:val="16"/>
                    </w:rPr>
                  </w:pPr>
                  <w:r>
                    <w:rPr>
                      <w:rFonts w:ascii="Times New Roman" w:hAnsi="Times New Roman"/>
                      <w:color w:val="996633"/>
                      <w:szCs w:val="16"/>
                    </w:rPr>
                    <w:t xml:space="preserve">Email: </w:t>
                  </w:r>
                  <w:r w:rsidRPr="00563602">
                    <w:rPr>
                      <w:rFonts w:ascii="Times New Roman" w:hAnsi="Times New Roman"/>
                      <w:color w:val="996633"/>
                      <w:szCs w:val="16"/>
                    </w:rPr>
                    <w:t>divineappt4him@yahoo.com</w:t>
                  </w:r>
                </w:p>
                <w:p w:rsidR="008E0114" w:rsidRPr="00291D67" w:rsidRDefault="008E0114" w:rsidP="00DA3B68">
                  <w:pPr>
                    <w:pStyle w:val="Address01"/>
                  </w:pPr>
                </w:p>
                <w:p w:rsidR="008E0114" w:rsidRPr="00D82A34" w:rsidRDefault="008E0114" w:rsidP="00291D67">
                  <w:pPr>
                    <w:pStyle w:val="BodyText2"/>
                    <w:spacing w:line="175" w:lineRule="exact"/>
                    <w:ind w:left="720" w:hanging="720"/>
                    <w:jc w:val="left"/>
                    <w:rPr>
                      <w:color w:val="2F3F2C"/>
                      <w:sz w:val="16"/>
                    </w:rPr>
                  </w:pPr>
                </w:p>
                <w:p w:rsidR="008E0114" w:rsidRPr="00D82A34" w:rsidRDefault="008E0114" w:rsidP="00291D67">
                  <w:pPr>
                    <w:pStyle w:val="BodyText2"/>
                    <w:spacing w:line="175" w:lineRule="exact"/>
                    <w:ind w:left="720" w:hanging="720"/>
                    <w:jc w:val="left"/>
                    <w:rPr>
                      <w:color w:val="2F3F2C"/>
                      <w:sz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7" type="#_x0000_t136" style="position:absolute;left:0;text-align:left;margin-left:-21.95pt;margin-top:268.9pt;width:43.45pt;height:62.4pt;z-index:251662848" fillcolor="#76923c" strokecolor="#4e6128">
            <v:shadow color="#868686"/>
            <v:textpath style="font-family:&quot;Castellar&quot;;v-text-kern:t" trim="t" fitpath="t" string="B&#10;   D&#10; A"/>
          </v:shape>
        </w:pict>
      </w:r>
      <w:r>
        <w:rPr>
          <w:noProof/>
        </w:rPr>
        <w:pict>
          <v:shape id="_x0000_s1078" type="#_x0000_t75" style="position:absolute;left:0;text-align:left;margin-left:-21.95pt;margin-top:257.7pt;width:54.95pt;height:85.3pt;z-index:-251633152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">
            <v:imagedata r:id="rId5" o:title=""/>
            <o:lock v:ext="edit" aspectratio="f"/>
          </v:shape>
        </w:pict>
      </w:r>
      <w:r>
        <w:rPr>
          <w:noProof/>
        </w:rPr>
        <w:pict>
          <v:shape id="_x0000_s1079" type="#_x0000_t202" style="position:absolute;left:0;text-align:left;margin-left:-3.95pt;margin-top:315.5pt;width:198pt;height:45.2pt;z-index:251640320" filled="f" stroked="f">
            <v:textbox style="mso-next-textbox:#_x0000_s1079">
              <w:txbxContent>
                <w:p w:rsidR="008E0114" w:rsidRPr="00563602" w:rsidRDefault="008E0114" w:rsidP="00563602">
                  <w:pPr>
                    <w:pStyle w:val="Address01"/>
                    <w:jc w:val="right"/>
                    <w:rPr>
                      <w:color w:val="996633"/>
                    </w:rPr>
                  </w:pPr>
                  <w:r w:rsidRPr="00563602">
                    <w:rPr>
                      <w:color w:val="996633"/>
                    </w:rPr>
                    <w:t>4411 N. Cedar Ave. Ste. 102</w:t>
                  </w:r>
                </w:p>
                <w:p w:rsidR="008E0114" w:rsidRPr="00563602" w:rsidRDefault="008E0114" w:rsidP="00563602">
                  <w:pPr>
                    <w:pStyle w:val="Address01"/>
                    <w:jc w:val="right"/>
                    <w:rPr>
                      <w:color w:val="996633"/>
                    </w:rPr>
                  </w:pPr>
                  <w:r w:rsidRPr="00563602">
                    <w:rPr>
                      <w:color w:val="996633"/>
                    </w:rPr>
                    <w:t>Fresno, CA 93726</w:t>
                  </w:r>
                </w:p>
                <w:p w:rsidR="008E0114" w:rsidRPr="00563602" w:rsidRDefault="008E0114" w:rsidP="00563602">
                  <w:pPr>
                    <w:pStyle w:val="Address01"/>
                    <w:jc w:val="right"/>
                    <w:rPr>
                      <w:b/>
                      <w:color w:val="996633"/>
                    </w:rPr>
                  </w:pPr>
                  <w:r w:rsidRPr="00563602">
                    <w:rPr>
                      <w:b/>
                      <w:color w:val="996633"/>
                    </w:rPr>
                    <w:t>Office:  559-222-3410   •   Fax:  559-222-3473</w:t>
                  </w:r>
                </w:p>
                <w:p w:rsidR="008E0114" w:rsidRPr="00563602" w:rsidRDefault="008E0114" w:rsidP="00563602">
                  <w:pPr>
                    <w:pStyle w:val="Address01"/>
                    <w:jc w:val="right"/>
                    <w:rPr>
                      <w:color w:val="996633"/>
                    </w:rPr>
                  </w:pPr>
                  <w:r>
                    <w:rPr>
                      <w:color w:val="996633"/>
                    </w:rPr>
                    <w:t xml:space="preserve">Email: </w:t>
                  </w:r>
                  <w:r w:rsidRPr="00563602">
                    <w:rPr>
                      <w:color w:val="996633"/>
                    </w:rPr>
                    <w:t>divineappt4him@yahoo.com</w:t>
                  </w:r>
                </w:p>
                <w:p w:rsidR="008E0114" w:rsidRPr="00291D67" w:rsidRDefault="008E0114" w:rsidP="00DA3B68">
                  <w:pPr>
                    <w:pStyle w:val="Address01"/>
                  </w:pPr>
                </w:p>
                <w:p w:rsidR="008E0114" w:rsidRPr="00D82A34" w:rsidRDefault="008E0114" w:rsidP="00291D67">
                  <w:pPr>
                    <w:pStyle w:val="Address01"/>
                  </w:pPr>
                </w:p>
                <w:p w:rsidR="008E0114" w:rsidRPr="00D82A34" w:rsidRDefault="008E0114" w:rsidP="00291D67">
                  <w:pPr>
                    <w:pStyle w:val="Address01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80" type="#_x0000_t202" style="position:absolute;left:0;text-align:left;margin-left:65pt;margin-top:281.6pt;width:129.05pt;height:27.7pt;z-index:251639296" filled="f" stroked="f">
            <v:textbox style="mso-next-textbox:#_x0000_s1080">
              <w:txbxContent>
                <w:p w:rsidR="008E0114" w:rsidRPr="00D36EEF" w:rsidRDefault="008E0114" w:rsidP="00F168AD">
                  <w:pPr>
                    <w:pStyle w:val="BodyText2"/>
                    <w:spacing w:line="200" w:lineRule="exact"/>
                    <w:ind w:right="-110"/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</w:pPr>
                  <w:r w:rsidRPr="00D36EEF"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  <w:t>Macaria Carrie Lawrence</w:t>
                  </w:r>
                </w:p>
                <w:p w:rsidR="008E0114" w:rsidRPr="00D36EEF" w:rsidRDefault="008E0114" w:rsidP="00F168AD">
                  <w:pPr>
                    <w:pStyle w:val="BodyText2"/>
                    <w:spacing w:line="200" w:lineRule="exact"/>
                    <w:ind w:right="-110"/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</w:pPr>
                  <w:r w:rsidRPr="00D36EEF"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  <w:t>Director</w:t>
                  </w:r>
                </w:p>
                <w:p w:rsidR="008E0114" w:rsidRPr="00F168AD" w:rsidRDefault="008E0114" w:rsidP="00F168AD"/>
              </w:txbxContent>
            </v:textbox>
          </v:shape>
        </w:pict>
      </w:r>
      <w:r>
        <w:rPr>
          <w:noProof/>
        </w:rPr>
        <w:pict>
          <v:shape id="_x0000_s1081" type="#_x0000_t202" style="position:absolute;left:0;text-align:left;margin-left:-3.95pt;margin-top:250.9pt;width:198pt;height:36pt;z-index:251641344" filled="f" stroked="f">
            <v:textbox style="mso-next-textbox:#_x0000_s1081">
              <w:txbxContent>
                <w:p w:rsidR="008E0114" w:rsidRPr="00563602" w:rsidRDefault="008E0114" w:rsidP="00563602">
                  <w:pPr>
                    <w:pStyle w:val="YourTitle"/>
                    <w:jc w:val="right"/>
                    <w:rPr>
                      <w:rFonts w:ascii="Times New Roman" w:hAnsi="Times New Roman"/>
                      <w:b/>
                      <w:color w:val="996633"/>
                      <w:sz w:val="24"/>
                      <w:szCs w:val="24"/>
                    </w:rPr>
                  </w:pPr>
                  <w:r w:rsidRPr="00563602">
                    <w:rPr>
                      <w:rFonts w:ascii="Times New Roman" w:hAnsi="Times New Roman"/>
                      <w:b/>
                      <w:color w:val="996633"/>
                      <w:sz w:val="24"/>
                      <w:szCs w:val="24"/>
                    </w:rPr>
                    <w:t>BY DIVINE APPOINTMENT</w:t>
                  </w:r>
                </w:p>
                <w:p w:rsidR="008E0114" w:rsidRPr="00563602" w:rsidRDefault="008E0114" w:rsidP="00563602">
                  <w:pPr>
                    <w:pStyle w:val="YourTitle"/>
                    <w:jc w:val="right"/>
                    <w:rPr>
                      <w:rFonts w:ascii="Times New Roman" w:hAnsi="Times New Roman"/>
                      <w:i/>
                      <w:color w:val="996633"/>
                      <w:sz w:val="18"/>
                      <w:szCs w:val="18"/>
                    </w:rPr>
                  </w:pPr>
                  <w:r w:rsidRPr="00563602">
                    <w:rPr>
                      <w:rFonts w:ascii="Times New Roman" w:hAnsi="Times New Roman"/>
                      <w:i/>
                      <w:color w:val="996633"/>
                      <w:sz w:val="18"/>
                      <w:szCs w:val="18"/>
                    </w:rPr>
                    <w:t>Biblical Healing, Counseling &amp; Prayer</w:t>
                  </w:r>
                </w:p>
                <w:p w:rsidR="008E0114" w:rsidRPr="00DA3B68" w:rsidRDefault="008E0114" w:rsidP="00DA3B68"/>
              </w:txbxContent>
            </v:textbox>
          </v:shape>
        </w:pict>
      </w:r>
      <w:r>
        <w:rPr>
          <w:noProof/>
        </w:rPr>
        <w:pict>
          <v:shape id="_x0000_s1082" type="#_x0000_t202" style="position:absolute;left:0;text-align:left;margin-left:-7.9pt;margin-top:177.3pt;width:198pt;height:47.6pt;z-index:251634176" filled="f" stroked="f">
            <v:textbox style="mso-next-textbox:#_x0000_s1082">
              <w:txbxContent>
                <w:p w:rsidR="008E0114" w:rsidRPr="00C3179B" w:rsidRDefault="008E0114" w:rsidP="00D267E7">
                  <w:pPr>
                    <w:pStyle w:val="Address01"/>
                    <w:jc w:val="right"/>
                    <w:rPr>
                      <w:rFonts w:ascii="Times New Roman" w:hAnsi="Times New Roman"/>
                      <w:color w:val="996633"/>
                      <w:szCs w:val="16"/>
                    </w:rPr>
                  </w:pPr>
                  <w:r w:rsidRPr="00C3179B">
                    <w:rPr>
                      <w:rFonts w:ascii="Times New Roman" w:hAnsi="Times New Roman"/>
                      <w:color w:val="996633"/>
                      <w:szCs w:val="16"/>
                    </w:rPr>
                    <w:t>4411 N. Cedar Ave. Ste. 102</w:t>
                  </w:r>
                </w:p>
                <w:p w:rsidR="008E0114" w:rsidRPr="00C3179B" w:rsidRDefault="008E0114" w:rsidP="00D267E7">
                  <w:pPr>
                    <w:pStyle w:val="Address01"/>
                    <w:jc w:val="right"/>
                    <w:rPr>
                      <w:rFonts w:ascii="Times New Roman" w:hAnsi="Times New Roman"/>
                      <w:color w:val="996633"/>
                      <w:szCs w:val="16"/>
                    </w:rPr>
                  </w:pPr>
                  <w:r w:rsidRPr="00C3179B">
                    <w:rPr>
                      <w:rFonts w:ascii="Times New Roman" w:hAnsi="Times New Roman"/>
                      <w:color w:val="996633"/>
                      <w:szCs w:val="16"/>
                    </w:rPr>
                    <w:t>Fresno, CA 93726</w:t>
                  </w:r>
                </w:p>
                <w:p w:rsidR="008E0114" w:rsidRPr="00C3179B" w:rsidRDefault="008E0114" w:rsidP="00D267E7">
                  <w:pPr>
                    <w:pStyle w:val="Address01"/>
                    <w:jc w:val="right"/>
                    <w:rPr>
                      <w:rFonts w:ascii="Times New Roman" w:hAnsi="Times New Roman"/>
                      <w:b/>
                      <w:color w:val="996633"/>
                      <w:szCs w:val="16"/>
                    </w:rPr>
                  </w:pPr>
                  <w:r w:rsidRPr="00C3179B">
                    <w:rPr>
                      <w:rFonts w:ascii="Times New Roman" w:hAnsi="Times New Roman"/>
                      <w:b/>
                      <w:color w:val="996633"/>
                      <w:szCs w:val="16"/>
                    </w:rPr>
                    <w:t>Office</w:t>
                  </w:r>
                  <w:r>
                    <w:rPr>
                      <w:rFonts w:ascii="Times New Roman" w:hAnsi="Times New Roman"/>
                      <w:b/>
                      <w:color w:val="996633"/>
                      <w:szCs w:val="16"/>
                    </w:rPr>
                    <w:t>:</w:t>
                  </w:r>
                  <w:r w:rsidRPr="00C3179B">
                    <w:rPr>
                      <w:rFonts w:ascii="Times New Roman" w:hAnsi="Times New Roman"/>
                      <w:b/>
                      <w:color w:val="996633"/>
                      <w:szCs w:val="16"/>
                    </w:rPr>
                    <w:t xml:space="preserve">  559-222-3410   •   Fax</w:t>
                  </w:r>
                  <w:r>
                    <w:rPr>
                      <w:rFonts w:ascii="Times New Roman" w:hAnsi="Times New Roman"/>
                      <w:b/>
                      <w:color w:val="996633"/>
                      <w:szCs w:val="16"/>
                    </w:rPr>
                    <w:t>:</w:t>
                  </w:r>
                  <w:r w:rsidRPr="00C3179B">
                    <w:rPr>
                      <w:rFonts w:ascii="Times New Roman" w:hAnsi="Times New Roman"/>
                      <w:b/>
                      <w:color w:val="996633"/>
                      <w:szCs w:val="16"/>
                    </w:rPr>
                    <w:t xml:space="preserve">  559-222-3473</w:t>
                  </w:r>
                </w:p>
                <w:p w:rsidR="008E0114" w:rsidRPr="00C3179B" w:rsidRDefault="008E0114" w:rsidP="00D267E7">
                  <w:pPr>
                    <w:pStyle w:val="Address01"/>
                    <w:jc w:val="right"/>
                    <w:rPr>
                      <w:rFonts w:ascii="Times New Roman" w:hAnsi="Times New Roman"/>
                      <w:color w:val="996633"/>
                      <w:szCs w:val="16"/>
                    </w:rPr>
                  </w:pPr>
                  <w:r>
                    <w:rPr>
                      <w:rFonts w:ascii="Times New Roman" w:hAnsi="Times New Roman"/>
                      <w:color w:val="996633"/>
                      <w:szCs w:val="16"/>
                    </w:rPr>
                    <w:t xml:space="preserve">Email: </w:t>
                  </w:r>
                  <w:r w:rsidRPr="00C3179B">
                    <w:rPr>
                      <w:rFonts w:ascii="Times New Roman" w:hAnsi="Times New Roman"/>
                      <w:color w:val="996633"/>
                      <w:szCs w:val="16"/>
                    </w:rPr>
                    <w:t>divineappt4him@yahoo.com</w:t>
                  </w:r>
                </w:p>
                <w:p w:rsidR="008E0114" w:rsidRPr="00291D67" w:rsidRDefault="008E0114" w:rsidP="00DA3B68">
                  <w:pPr>
                    <w:pStyle w:val="Address01"/>
                  </w:pPr>
                </w:p>
                <w:p w:rsidR="008E0114" w:rsidRPr="00D82A34" w:rsidRDefault="008E0114" w:rsidP="00291D67">
                  <w:pPr>
                    <w:pStyle w:val="Address01"/>
                  </w:pPr>
                </w:p>
                <w:p w:rsidR="008E0114" w:rsidRPr="00D82A34" w:rsidRDefault="008E0114" w:rsidP="00291D67">
                  <w:pPr>
                    <w:pStyle w:val="Address01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left:0;text-align:left;margin-left:1.55pt;margin-top:110.9pt;width:198pt;height:36pt;z-index:251635200" filled="f" stroked="f">
            <v:textbox style="mso-next-textbox:#_x0000_s1083">
              <w:txbxContent>
                <w:p w:rsidR="008E0114" w:rsidRPr="00D267E7" w:rsidRDefault="008E0114" w:rsidP="00EA033E">
                  <w:pPr>
                    <w:pStyle w:val="YourTitle"/>
                    <w:jc w:val="right"/>
                    <w:rPr>
                      <w:rFonts w:ascii="Times New Roman" w:hAnsi="Times New Roman"/>
                      <w:b/>
                      <w:color w:val="996633"/>
                      <w:sz w:val="24"/>
                      <w:szCs w:val="24"/>
                    </w:rPr>
                  </w:pPr>
                  <w:r w:rsidRPr="00D267E7">
                    <w:rPr>
                      <w:rFonts w:ascii="Times New Roman" w:hAnsi="Times New Roman"/>
                      <w:b/>
                      <w:color w:val="996633"/>
                      <w:sz w:val="24"/>
                      <w:szCs w:val="24"/>
                    </w:rPr>
                    <w:t>BY DIVINE APPOINTMENT</w:t>
                  </w:r>
                </w:p>
                <w:p w:rsidR="008E0114" w:rsidRPr="00D267E7" w:rsidRDefault="008E0114" w:rsidP="00EA033E">
                  <w:pPr>
                    <w:pStyle w:val="YourTitle"/>
                    <w:jc w:val="right"/>
                    <w:rPr>
                      <w:rFonts w:ascii="Times New Roman" w:hAnsi="Times New Roman"/>
                      <w:i/>
                      <w:color w:val="996633"/>
                      <w:sz w:val="18"/>
                      <w:szCs w:val="18"/>
                    </w:rPr>
                  </w:pPr>
                  <w:r w:rsidRPr="00D267E7">
                    <w:rPr>
                      <w:rFonts w:ascii="Times New Roman" w:hAnsi="Times New Roman"/>
                      <w:i/>
                      <w:color w:val="996633"/>
                      <w:sz w:val="18"/>
                      <w:szCs w:val="18"/>
                    </w:rPr>
                    <w:t>Biblical Healing, Counseling &amp; Prayer</w:t>
                  </w:r>
                </w:p>
                <w:p w:rsidR="008E0114" w:rsidRPr="00DA3B68" w:rsidRDefault="008E0114" w:rsidP="00EA033E">
                  <w:pPr>
                    <w:jc w:val="right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left:0;text-align:left;margin-left:61.5pt;margin-top:141.4pt;width:143.55pt;height:26.8pt;z-index:251633152" filled="f" stroked="f">
            <v:textbox style="mso-next-textbox:#_x0000_s1084">
              <w:txbxContent>
                <w:p w:rsidR="008E0114" w:rsidRPr="00D36EEF" w:rsidRDefault="008E0114" w:rsidP="00F168AD">
                  <w:pPr>
                    <w:pStyle w:val="BodyText2"/>
                    <w:spacing w:line="200" w:lineRule="exact"/>
                    <w:ind w:right="-110"/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</w:pPr>
                  <w:r w:rsidRPr="00D36EEF"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  <w:t>Macaria Carrie Lawrence</w:t>
                  </w:r>
                </w:p>
                <w:p w:rsidR="008E0114" w:rsidRPr="00D36EEF" w:rsidRDefault="008E0114" w:rsidP="00F168AD">
                  <w:pPr>
                    <w:pStyle w:val="BodyText2"/>
                    <w:spacing w:line="200" w:lineRule="exact"/>
                    <w:ind w:right="-110"/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</w:pPr>
                  <w:r w:rsidRPr="00D36EEF">
                    <w:rPr>
                      <w:rFonts w:ascii="Bookman Old Style" w:hAnsi="Bookman Old Style"/>
                      <w:b w:val="0"/>
                      <w:color w:val="76923C"/>
                      <w:sz w:val="18"/>
                      <w:szCs w:val="18"/>
                    </w:rPr>
                    <w:t>Director</w:t>
                  </w:r>
                </w:p>
                <w:p w:rsidR="008E0114" w:rsidRPr="00F168AD" w:rsidRDefault="008E0114" w:rsidP="00F168AD"/>
              </w:txbxContent>
            </v:textbox>
          </v:shape>
        </w:pict>
      </w:r>
      <w:r>
        <w:rPr>
          <w:noProof/>
        </w:rPr>
        <w:pict>
          <v:shape id="_x0000_s1085" type="#_x0000_t202" style="position:absolute;left:0;text-align:left;margin-left:16.45pt;margin-top:23.9pt;width:184pt;height:47.3pt;z-index:251628032" filled="f" stroked="f">
            <v:textbox style="mso-next-textbox:#_x0000_s1085">
              <w:txbxContent>
                <w:p w:rsidR="008E0114" w:rsidRPr="00C3179B" w:rsidRDefault="008E0114" w:rsidP="00425F4F">
                  <w:pPr>
                    <w:pStyle w:val="Address01"/>
                    <w:jc w:val="right"/>
                    <w:rPr>
                      <w:rFonts w:ascii="Times New Roman" w:hAnsi="Times New Roman"/>
                      <w:color w:val="996633"/>
                    </w:rPr>
                  </w:pPr>
                  <w:r w:rsidRPr="00C3179B">
                    <w:rPr>
                      <w:rFonts w:ascii="Times New Roman" w:hAnsi="Times New Roman"/>
                      <w:color w:val="996633"/>
                    </w:rPr>
                    <w:t>4411 N. Cedar Ave. Ste. 102</w:t>
                  </w:r>
                </w:p>
                <w:p w:rsidR="008E0114" w:rsidRPr="00C3179B" w:rsidRDefault="008E0114" w:rsidP="00425F4F">
                  <w:pPr>
                    <w:pStyle w:val="Address01"/>
                    <w:jc w:val="right"/>
                    <w:rPr>
                      <w:rFonts w:ascii="Times New Roman" w:hAnsi="Times New Roman"/>
                      <w:color w:val="996633"/>
                    </w:rPr>
                  </w:pPr>
                  <w:r w:rsidRPr="00C3179B">
                    <w:rPr>
                      <w:rFonts w:ascii="Times New Roman" w:hAnsi="Times New Roman"/>
                      <w:color w:val="996633"/>
                    </w:rPr>
                    <w:t>Fresno, CA 93726</w:t>
                  </w:r>
                </w:p>
                <w:p w:rsidR="008E0114" w:rsidRPr="00C3179B" w:rsidRDefault="008E0114" w:rsidP="00425F4F">
                  <w:pPr>
                    <w:pStyle w:val="Address01"/>
                    <w:jc w:val="right"/>
                    <w:rPr>
                      <w:rFonts w:ascii="Times New Roman" w:hAnsi="Times New Roman"/>
                      <w:b/>
                      <w:color w:val="996633"/>
                    </w:rPr>
                  </w:pPr>
                  <w:r w:rsidRPr="00C3179B">
                    <w:rPr>
                      <w:rFonts w:ascii="Times New Roman" w:hAnsi="Times New Roman"/>
                      <w:b/>
                      <w:color w:val="996633"/>
                    </w:rPr>
                    <w:t>Office:  559-222-3410   •   Fax:  559-222-3473</w:t>
                  </w:r>
                </w:p>
                <w:p w:rsidR="008E0114" w:rsidRPr="00C3179B" w:rsidRDefault="008E0114" w:rsidP="00425F4F">
                  <w:pPr>
                    <w:pStyle w:val="Address01"/>
                    <w:jc w:val="right"/>
                    <w:rPr>
                      <w:rFonts w:ascii="Times New Roman" w:hAnsi="Times New Roman"/>
                      <w:color w:val="996633"/>
                    </w:rPr>
                  </w:pPr>
                  <w:r w:rsidRPr="00C3179B">
                    <w:rPr>
                      <w:rFonts w:ascii="Times New Roman" w:hAnsi="Times New Roman"/>
                      <w:color w:val="996633"/>
                    </w:rPr>
                    <w:t>Email: divineappt4him@yahoo.com</w:t>
                  </w:r>
                </w:p>
                <w:p w:rsidR="008E0114" w:rsidRPr="00C3179B" w:rsidRDefault="008E0114" w:rsidP="00291D67">
                  <w:pPr>
                    <w:pStyle w:val="Address01"/>
                    <w:rPr>
                      <w:rFonts w:ascii="Times New Roman" w:hAnsi="Times New Roman"/>
                    </w:rPr>
                  </w:pPr>
                </w:p>
                <w:p w:rsidR="008E0114" w:rsidRPr="00291D67" w:rsidRDefault="008E0114" w:rsidP="00291D67">
                  <w:pPr>
                    <w:pStyle w:val="Address01"/>
                  </w:pPr>
                </w:p>
                <w:p w:rsidR="008E0114" w:rsidRPr="00291D67" w:rsidRDefault="008E0114" w:rsidP="00291D67">
                  <w:pPr>
                    <w:pStyle w:val="Address01"/>
                  </w:pPr>
                </w:p>
              </w:txbxContent>
            </v:textbox>
          </v:shape>
        </w:pict>
      </w:r>
      <w:r>
        <w:br w:type="page"/>
      </w:r>
      <w:r>
        <w:rPr>
          <w:noProof/>
        </w:rPr>
        <w:pict>
          <v:shape id="_x0000_s1086" type="#_x0000_t75" style="position:absolute;left:0;text-align:left;margin-left:-90pt;margin-top:-71.8pt;width:611.35pt;height:11in;z-index:-251648512">
            <v:imagedata r:id="rId6" o:title=""/>
          </v:shape>
        </w:pict>
      </w:r>
    </w:p>
    <w:sectPr w:rsidR="008E0114" w:rsidSect="00291D6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59A0DE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DE830B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2">
    <w:nsid w:val="FFFFFF7D"/>
    <w:multiLevelType w:val="singleLevel"/>
    <w:tmpl w:val="D7127AF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3">
    <w:nsid w:val="FFFFFF7E"/>
    <w:multiLevelType w:val="singleLevel"/>
    <w:tmpl w:val="0FC0BA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4">
    <w:nsid w:val="FFFFFF7F"/>
    <w:multiLevelType w:val="singleLevel"/>
    <w:tmpl w:val="0F625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FFFFFF80"/>
    <w:multiLevelType w:val="singleLevel"/>
    <w:tmpl w:val="B21A07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3F8276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2F0F0A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E341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F5E81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58AAF3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3B68"/>
    <w:rsid w:val="00021D0C"/>
    <w:rsid w:val="000317BA"/>
    <w:rsid w:val="000F1E6E"/>
    <w:rsid w:val="00185195"/>
    <w:rsid w:val="00247245"/>
    <w:rsid w:val="00291D67"/>
    <w:rsid w:val="0041654D"/>
    <w:rsid w:val="00425F4F"/>
    <w:rsid w:val="00504860"/>
    <w:rsid w:val="00563602"/>
    <w:rsid w:val="006F777C"/>
    <w:rsid w:val="00776B5D"/>
    <w:rsid w:val="008A1CE0"/>
    <w:rsid w:val="008D4A49"/>
    <w:rsid w:val="008E0114"/>
    <w:rsid w:val="009A10B6"/>
    <w:rsid w:val="00A00E39"/>
    <w:rsid w:val="00A543CE"/>
    <w:rsid w:val="00AB02E7"/>
    <w:rsid w:val="00B74A6F"/>
    <w:rsid w:val="00C3179B"/>
    <w:rsid w:val="00C35F8B"/>
    <w:rsid w:val="00CC1B64"/>
    <w:rsid w:val="00D267E7"/>
    <w:rsid w:val="00D36EEF"/>
    <w:rsid w:val="00D82A34"/>
    <w:rsid w:val="00DA3B68"/>
    <w:rsid w:val="00DC21A7"/>
    <w:rsid w:val="00E959FA"/>
    <w:rsid w:val="00EA033E"/>
    <w:rsid w:val="00F16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3CE"/>
    <w:rPr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pPr>
      <w:spacing w:line="360" w:lineRule="auto"/>
      <w:jc w:val="center"/>
    </w:pPr>
    <w:rPr>
      <w:rFonts w:ascii="Times" w:hAnsi="Times"/>
      <w:b/>
      <w:color w:val="411D0E"/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91D67"/>
    <w:rPr>
      <w:rFonts w:ascii="Times" w:eastAsia="Times New Roman" w:hAnsi="Times" w:cs="Times New Roman"/>
      <w:b/>
      <w:color w:val="411D0E"/>
      <w:sz w:val="28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customStyle="1" w:styleId="YourName">
    <w:name w:val="Your Name"/>
    <w:basedOn w:val="BodyText2"/>
    <w:link w:val="YourNameChar"/>
    <w:uiPriority w:val="99"/>
    <w:rsid w:val="00291D67"/>
    <w:pPr>
      <w:spacing w:line="200" w:lineRule="exact"/>
      <w:ind w:left="720" w:hanging="720"/>
      <w:jc w:val="left"/>
    </w:pPr>
    <w:rPr>
      <w:smallCaps/>
      <w:color w:val="9C7D0D"/>
      <w:sz w:val="16"/>
    </w:rPr>
  </w:style>
  <w:style w:type="paragraph" w:customStyle="1" w:styleId="YourTitle">
    <w:name w:val="Your Title"/>
    <w:basedOn w:val="BodyText2"/>
    <w:link w:val="YourTitleChar"/>
    <w:uiPriority w:val="99"/>
    <w:rsid w:val="00291D67"/>
    <w:pPr>
      <w:spacing w:line="200" w:lineRule="exact"/>
      <w:ind w:left="720" w:hanging="720"/>
      <w:jc w:val="left"/>
    </w:pPr>
    <w:rPr>
      <w:b w:val="0"/>
      <w:color w:val="9C7D0D"/>
      <w:sz w:val="16"/>
    </w:rPr>
  </w:style>
  <w:style w:type="character" w:customStyle="1" w:styleId="YourNameChar">
    <w:name w:val="Your Name Char"/>
    <w:basedOn w:val="BodyText2Char"/>
    <w:link w:val="YourName"/>
    <w:uiPriority w:val="99"/>
    <w:locked/>
    <w:rsid w:val="00291D67"/>
  </w:style>
  <w:style w:type="paragraph" w:customStyle="1" w:styleId="Address01">
    <w:name w:val="Address 01"/>
    <w:basedOn w:val="BodyText2"/>
    <w:link w:val="Address01Char"/>
    <w:uiPriority w:val="99"/>
    <w:rsid w:val="00291D67"/>
    <w:pPr>
      <w:spacing w:line="180" w:lineRule="exact"/>
      <w:ind w:left="720" w:hanging="720"/>
      <w:jc w:val="left"/>
    </w:pPr>
    <w:rPr>
      <w:b w:val="0"/>
      <w:color w:val="2F3F2C"/>
      <w:sz w:val="16"/>
    </w:rPr>
  </w:style>
  <w:style w:type="character" w:customStyle="1" w:styleId="YourTitleChar">
    <w:name w:val="Your Title Char"/>
    <w:basedOn w:val="BodyText2Char"/>
    <w:link w:val="YourTitle"/>
    <w:uiPriority w:val="99"/>
    <w:locked/>
    <w:rsid w:val="00291D67"/>
    <w:rPr>
      <w:color w:val="9C7D0D"/>
      <w:sz w:val="16"/>
    </w:rPr>
  </w:style>
  <w:style w:type="paragraph" w:customStyle="1" w:styleId="LogoGoesHere">
    <w:name w:val="Logo Goes Here"/>
    <w:basedOn w:val="BodyText2"/>
    <w:link w:val="LogoGoesHereChar"/>
    <w:uiPriority w:val="99"/>
    <w:rsid w:val="00291D67"/>
    <w:pPr>
      <w:spacing w:line="200" w:lineRule="exact"/>
      <w:ind w:left="720" w:hanging="720"/>
    </w:pPr>
    <w:rPr>
      <w:color w:val="333333"/>
      <w:sz w:val="16"/>
    </w:rPr>
  </w:style>
  <w:style w:type="character" w:customStyle="1" w:styleId="Address01Char">
    <w:name w:val="Address 01 Char"/>
    <w:basedOn w:val="BodyText2Char"/>
    <w:link w:val="Address01"/>
    <w:uiPriority w:val="99"/>
    <w:locked/>
    <w:rsid w:val="00291D67"/>
    <w:rPr>
      <w:color w:val="2F3F2C"/>
      <w:sz w:val="16"/>
    </w:rPr>
  </w:style>
  <w:style w:type="character" w:customStyle="1" w:styleId="LogoGoesHereChar">
    <w:name w:val="Logo Goes Here Char"/>
    <w:basedOn w:val="BodyText2Char"/>
    <w:link w:val="LogoGoesHere"/>
    <w:uiPriority w:val="99"/>
    <w:locked/>
    <w:rsid w:val="00291D67"/>
    <w:rPr>
      <w:color w:val="333333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y%20Divine%20Appt\AppData\Roaming\Microsoft\Templates\HP_LegalTimeless_Buscard_TP1037880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HP_LegalTimeless_Buscard_TP10378809</Template>
  <TotalTime>0</TotalTime>
  <Pages>2</Pages>
  <Words>9</Words>
  <Characters>55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 Divine Appt</dc:creator>
  <cp:keywords/>
  <dc:description/>
  <cp:lastModifiedBy>carilaw4him</cp:lastModifiedBy>
  <cp:revision>2</cp:revision>
  <cp:lastPrinted>2014-07-10T23:48:00Z</cp:lastPrinted>
  <dcterms:created xsi:type="dcterms:W3CDTF">2014-08-06T22:42:00Z</dcterms:created>
  <dcterms:modified xsi:type="dcterms:W3CDTF">2014-08-06T22:42:00Z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TC103788099990</vt:lpwstr>
  </property>
</Properties>
</file>